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34C57" w:rsidR="004F2439" w:rsidP="7BB2E038" w:rsidRDefault="004F2439" w14:paraId="6BF6D9C4" w14:textId="77777777">
      <w:pPr>
        <w:rPr>
          <w:rFonts w:eastAsia="Arial" w:cs="Arial"/>
          <w:lang w:val="de-DE"/>
        </w:rPr>
      </w:pPr>
    </w:p>
    <w:p w:rsidRPr="00734C57" w:rsidR="00944FE3" w:rsidP="7BB2E038" w:rsidRDefault="00944FE3" w14:paraId="2064F484" w14:textId="77777777">
      <w:pPr>
        <w:rPr>
          <w:rFonts w:eastAsia="Arial" w:cs="Arial"/>
          <w:b/>
          <w:bCs/>
          <w:lang w:val="de-DE"/>
        </w:rPr>
      </w:pPr>
    </w:p>
    <w:p w:rsidRPr="00734C57" w:rsidR="00944FE3" w:rsidP="7BB2E038" w:rsidRDefault="00944FE3" w14:paraId="0563E495" w14:textId="77777777">
      <w:pPr>
        <w:rPr>
          <w:rFonts w:eastAsia="Arial" w:cs="Arial"/>
          <w:b/>
          <w:bCs/>
          <w:lang w:val="de-DE"/>
        </w:rPr>
      </w:pPr>
      <w:r w:rsidRPr="7BB2E038">
        <w:rPr>
          <w:rFonts w:eastAsia="Arial" w:cs="Arial"/>
          <w:b/>
          <w:bCs/>
          <w:lang w:val="de-DE"/>
        </w:rPr>
        <w:t xml:space="preserve">Über Endava </w:t>
      </w:r>
    </w:p>
    <w:p w:rsidRPr="00734C57" w:rsidR="00944FE3" w:rsidP="7BB2E038" w:rsidRDefault="00944FE3" w14:paraId="433BDD5D" w14:textId="77777777">
      <w:pPr>
        <w:rPr>
          <w:rFonts w:eastAsia="Arial" w:cs="Arial"/>
          <w:b/>
          <w:bCs/>
          <w:lang w:val="de-DE"/>
        </w:rPr>
      </w:pPr>
    </w:p>
    <w:p w:rsidRPr="00A86A40" w:rsidR="00A86A40" w:rsidP="7BB2E038" w:rsidRDefault="00A86A40" w14:paraId="04576603" w14:textId="77777777">
      <w:pPr>
        <w:rPr>
          <w:rFonts w:eastAsia="Arial" w:cs="Arial"/>
          <w:b/>
          <w:bCs/>
          <w:lang w:val="de-DE"/>
        </w:rPr>
      </w:pPr>
      <w:r w:rsidRPr="7BB2E038">
        <w:rPr>
          <w:rFonts w:eastAsia="Arial" w:cs="Arial"/>
          <w:b/>
          <w:bCs/>
          <w:lang w:val="de-DE"/>
        </w:rPr>
        <w:t xml:space="preserve">Endava gestaltet die Beziehung </w:t>
      </w:r>
      <w:proofErr w:type="gramStart"/>
      <w:r w:rsidRPr="7BB2E038">
        <w:rPr>
          <w:rFonts w:eastAsia="Arial" w:cs="Arial"/>
          <w:b/>
          <w:bCs/>
          <w:lang w:val="de-DE"/>
        </w:rPr>
        <w:t>zwischen Mensch</w:t>
      </w:r>
      <w:proofErr w:type="gramEnd"/>
      <w:r w:rsidRPr="7BB2E038">
        <w:rPr>
          <w:rFonts w:eastAsia="Arial" w:cs="Arial"/>
          <w:b/>
          <w:bCs/>
          <w:lang w:val="de-DE"/>
        </w:rPr>
        <w:t xml:space="preserve"> und Technologie neu.</w:t>
      </w:r>
    </w:p>
    <w:p w:rsidRPr="00A86A40" w:rsidR="00A86A40" w:rsidP="7BB2E038" w:rsidRDefault="00A86A40" w14:paraId="27F14427" w14:textId="77777777">
      <w:pPr>
        <w:rPr>
          <w:rFonts w:eastAsia="Arial" w:cs="Arial"/>
          <w:lang w:val="de-DE"/>
        </w:rPr>
      </w:pPr>
    </w:p>
    <w:p w:rsidRPr="00A86A40" w:rsidR="00A86A40" w:rsidP="7BB2E038" w:rsidRDefault="00A86A40" w14:paraId="6DD05572" w14:textId="77777777">
      <w:pPr>
        <w:rPr>
          <w:rFonts w:eastAsia="Arial" w:cs="Arial"/>
          <w:lang w:val="de-DE"/>
        </w:rPr>
      </w:pPr>
      <w:r w:rsidRPr="7BB2E038">
        <w:rPr>
          <w:rFonts w:eastAsia="Arial" w:cs="Arial"/>
          <w:lang w:val="de-DE"/>
        </w:rPr>
        <w:t xml:space="preserve">Wir unterstützen unsere Kunden darin, neue Geschäftsmodelle und Marktchancen besser zu nutzen, indem wir dynamische Plattformen und intelligente </w:t>
      </w:r>
      <w:proofErr w:type="spellStart"/>
      <w:r w:rsidRPr="7BB2E038">
        <w:rPr>
          <w:rFonts w:eastAsia="Arial" w:cs="Arial"/>
          <w:lang w:val="de-DE"/>
        </w:rPr>
        <w:t>Experiences</w:t>
      </w:r>
      <w:proofErr w:type="spellEnd"/>
      <w:r w:rsidRPr="7BB2E038">
        <w:rPr>
          <w:rFonts w:eastAsia="Arial" w:cs="Arial"/>
          <w:lang w:val="de-DE"/>
        </w:rPr>
        <w:t xml:space="preserve"> entwickeln, die die nachhaltige Transformation ihrer Unternehmen vorantreiben. Zu unseren Kunden zählen führende Unternehmen aus den Bereichen Finanz- und Zahlungsdienstleistungen, Telekommunikation, Medien, Technologie, Konsumgüter, Einzelhandel, Mobilität und Gesundheit.</w:t>
      </w:r>
    </w:p>
    <w:p w:rsidRPr="00A86A40" w:rsidR="00A86A40" w:rsidP="7BB2E038" w:rsidRDefault="00A86A40" w14:paraId="6C6AE8FA" w14:textId="77777777">
      <w:pPr>
        <w:rPr>
          <w:rFonts w:eastAsia="Arial" w:cs="Arial"/>
          <w:lang w:val="de-DE"/>
        </w:rPr>
      </w:pPr>
    </w:p>
    <w:p w:rsidRPr="00A86A40" w:rsidR="00A86A40" w:rsidP="7BB2E038" w:rsidRDefault="00A86A40" w14:paraId="5C78B4AE" w14:textId="77777777">
      <w:pPr>
        <w:rPr>
          <w:rFonts w:eastAsia="Arial" w:cs="Arial"/>
          <w:lang w:val="de-DE"/>
        </w:rPr>
      </w:pPr>
      <w:r w:rsidRPr="7BB2E038">
        <w:rPr>
          <w:rFonts w:eastAsia="Arial" w:cs="Arial"/>
          <w:lang w:val="de-DE"/>
        </w:rPr>
        <w:t>Mit zukunftsfähigen Technologien bieten unsere agilen, fachübergreifenden Teams eine Kombination von Produkt- und Technologiestrategien, intelligenter UX und erstklassigem Engineering und helfen unseren Kunden, noch attraktiver, reaktionsfähiger und effizienter zu werden.</w:t>
      </w:r>
    </w:p>
    <w:p w:rsidRPr="00A86A40" w:rsidR="00A86A40" w:rsidP="7BB2E038" w:rsidRDefault="00A86A40" w14:paraId="1DB86CC7" w14:textId="77777777">
      <w:pPr>
        <w:rPr>
          <w:rFonts w:eastAsia="Arial" w:cs="Arial"/>
          <w:lang w:val="de-DE"/>
        </w:rPr>
      </w:pPr>
    </w:p>
    <w:p w:rsidR="00A86A40" w:rsidP="7BB2E038" w:rsidRDefault="007F03F6" w14:paraId="5ADAD4A0" w14:textId="075D72DE">
      <w:pPr>
        <w:rPr>
          <w:rFonts w:eastAsia="Arial" w:cs="Arial"/>
          <w:lang w:val="de-DE"/>
        </w:rPr>
      </w:pPr>
      <w:r w:rsidRPr="5B9A5E83" w:rsidR="007F03F6">
        <w:rPr>
          <w:rFonts w:eastAsia="Arial" w:cs="Arial"/>
          <w:lang w:val="de-DE"/>
        </w:rPr>
        <w:t>Endava</w:t>
      </w:r>
      <w:r w:rsidRPr="5B9A5E83" w:rsidR="007F03F6">
        <w:rPr>
          <w:rFonts w:eastAsia="Arial" w:cs="Arial"/>
          <w:lang w:val="de-DE"/>
        </w:rPr>
        <w:t xml:space="preserve"> hat 12.063 Mitarbeiter (Stand: 30. Juni 2023) an Standorten in der Europäischen Union in Bulgarien, Dänemark, Deutschland, Irland, Kroatien, den Niederlanden, Österreich, Polen, Rumänien, S</w:t>
      </w:r>
      <w:r w:rsidRPr="5B9A5E83" w:rsidR="5ADDC959">
        <w:rPr>
          <w:rFonts w:eastAsia="Arial" w:cs="Arial"/>
          <w:lang w:val="de-DE"/>
        </w:rPr>
        <w:t xml:space="preserve">chweden </w:t>
      </w:r>
      <w:r w:rsidRPr="5B9A5E83" w:rsidR="007F03F6">
        <w:rPr>
          <w:rFonts w:eastAsia="Arial" w:cs="Arial"/>
          <w:lang w:val="de-DE"/>
        </w:rPr>
        <w:t>und S</w:t>
      </w:r>
      <w:r w:rsidRPr="5B9A5E83" w:rsidR="7F9CFE99">
        <w:rPr>
          <w:rFonts w:eastAsia="Arial" w:cs="Arial"/>
          <w:lang w:val="de-DE"/>
        </w:rPr>
        <w:t>lowenien</w:t>
      </w:r>
      <w:r w:rsidRPr="5B9A5E83" w:rsidR="007F03F6">
        <w:rPr>
          <w:rFonts w:eastAsia="Arial" w:cs="Arial"/>
          <w:lang w:val="de-DE"/>
        </w:rPr>
        <w:t>; in Nicht-EU-Europa in Bosnien &amp; Herzegowina, Moldawien, Nordmazedonien, der Schweiz, Serbien und im Vereinigten Königreich; in Nordamerika in Kanada und den Vereinigten Staaten; in Lateinamerika in Argentinien, Kolumbien, Mexiko und Uruguay; im Asien-Pazifik-Raum in Australien, Malaysia, Singapur und Vietnam; sowie im Nahen Osten in den Vereinigten Arabischen Emiraten.</w:t>
      </w:r>
    </w:p>
    <w:p w:rsidRPr="00A86A40" w:rsidR="007F03F6" w:rsidP="7BB2E038" w:rsidRDefault="007F03F6" w14:paraId="0A791AFA" w14:textId="77777777">
      <w:pPr>
        <w:rPr>
          <w:rFonts w:eastAsia="Arial" w:cs="Arial"/>
          <w:lang w:val="de-DE"/>
        </w:rPr>
      </w:pPr>
    </w:p>
    <w:p w:rsidR="00944FE3" w:rsidP="7BB2E038" w:rsidRDefault="00A86A40" w14:paraId="57E52996" w14:textId="181BE3E1">
      <w:pPr>
        <w:rPr>
          <w:rFonts w:eastAsia="Arial" w:cs="Arial"/>
          <w:lang w:val="de-DE"/>
        </w:rPr>
      </w:pPr>
      <w:r w:rsidRPr="7BB2E038">
        <w:rPr>
          <w:rFonts w:eastAsia="Arial" w:cs="Arial"/>
          <w:lang w:val="de-DE"/>
        </w:rPr>
        <w:t>Neben dem Investment in langfristige Kundenbeziehungen weiß Endava auch um die Wichtigkeit, seinen Mitarbeitern lohnende und herausfordernde Karrieren zu ermöglichen. So ist Endava in einigen Regionen zum Arbeitgeber der Wahl geworden.</w:t>
      </w:r>
    </w:p>
    <w:p w:rsidRPr="00734C57" w:rsidR="006471C1" w:rsidP="7BB2E038" w:rsidRDefault="006471C1" w14:paraId="3DC8559D" w14:textId="77777777">
      <w:pPr>
        <w:rPr>
          <w:rFonts w:eastAsia="Arial" w:cs="Arial"/>
          <w:b/>
          <w:bCs/>
          <w:lang w:val="de-DE"/>
        </w:rPr>
      </w:pPr>
    </w:p>
    <w:p w:rsidRPr="00734C57" w:rsidR="00FD7825" w:rsidP="7BB2E038" w:rsidRDefault="00944FE3" w14:paraId="749044DB" w14:textId="27417F86">
      <w:pPr>
        <w:rPr>
          <w:rFonts w:eastAsia="Arial" w:cs="Arial"/>
          <w:lang w:val="de-DE"/>
        </w:rPr>
      </w:pPr>
      <w:r w:rsidRPr="7BB2E038">
        <w:rPr>
          <w:rFonts w:eastAsia="Arial" w:cs="Arial"/>
          <w:lang w:val="de-DE"/>
        </w:rPr>
        <w:t>Erfahren Sie mehr über unser Know-how:</w:t>
      </w:r>
      <w:r w:rsidRPr="7BB2E038">
        <w:rPr>
          <w:rFonts w:eastAsia="Arial" w:cs="Arial"/>
          <w:b/>
          <w:bCs/>
          <w:lang w:val="de-DE"/>
        </w:rPr>
        <w:t xml:space="preserve"> </w:t>
      </w:r>
      <w:hyperlink r:id="rId12">
        <w:r w:rsidRPr="7BB2E038" w:rsidR="00B24956">
          <w:rPr>
            <w:rStyle w:val="Hyperlink"/>
            <w:rFonts w:ascii="Arial" w:hAnsi="Arial" w:eastAsia="Arial" w:cs="Arial"/>
            <w:lang w:val="de-DE"/>
          </w:rPr>
          <w:t>https://www.endava.com/en/Expert-Insights</w:t>
        </w:r>
      </w:hyperlink>
      <w:r w:rsidRPr="7BB2E038" w:rsidR="00B24956">
        <w:rPr>
          <w:rFonts w:eastAsia="Arial" w:cs="Arial"/>
          <w:lang w:val="de-DE"/>
        </w:rPr>
        <w:t xml:space="preserve"> </w:t>
      </w:r>
    </w:p>
    <w:sectPr w:rsidRPr="00734C57" w:rsidR="00FD7825" w:rsidSect="002330AB">
      <w:headerReference w:type="default" r:id="rId1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1FB1" w:rsidP="00F950E7" w:rsidRDefault="00981FB1" w14:paraId="40AF2754" w14:textId="77777777">
      <w:pPr>
        <w:spacing w:line="240" w:lineRule="auto"/>
      </w:pPr>
      <w:r>
        <w:separator/>
      </w:r>
    </w:p>
    <w:p w:rsidR="00981FB1" w:rsidRDefault="00981FB1" w14:paraId="1A84A818" w14:textId="77777777"/>
  </w:endnote>
  <w:endnote w:type="continuationSeparator" w:id="0">
    <w:p w:rsidR="00981FB1" w:rsidP="00F950E7" w:rsidRDefault="00981FB1" w14:paraId="794C07BC" w14:textId="77777777">
      <w:pPr>
        <w:spacing w:line="240" w:lineRule="auto"/>
      </w:pPr>
      <w:r>
        <w:continuationSeparator/>
      </w:r>
    </w:p>
    <w:p w:rsidR="00981FB1" w:rsidRDefault="00981FB1" w14:paraId="74D19EE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Bold">
    <w:altName w:val="Arial Narrow"/>
    <w:panose1 w:val="020B0706020202030204"/>
    <w:charset w:val="00"/>
    <w:family w:val="swiss"/>
    <w:pitch w:val="variable"/>
    <w:sig w:usb0="00000287" w:usb1="000008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1FB1" w:rsidP="00F950E7" w:rsidRDefault="00981FB1" w14:paraId="7A70D7BE" w14:textId="77777777">
      <w:pPr>
        <w:spacing w:line="240" w:lineRule="auto"/>
      </w:pPr>
      <w:r>
        <w:separator/>
      </w:r>
    </w:p>
    <w:p w:rsidR="00981FB1" w:rsidRDefault="00981FB1" w14:paraId="5611817E" w14:textId="77777777"/>
  </w:footnote>
  <w:footnote w:type="continuationSeparator" w:id="0">
    <w:p w:rsidR="00981FB1" w:rsidP="00F950E7" w:rsidRDefault="00981FB1" w14:paraId="6C96379E" w14:textId="77777777">
      <w:pPr>
        <w:spacing w:line="240" w:lineRule="auto"/>
      </w:pPr>
      <w:r>
        <w:continuationSeparator/>
      </w:r>
    </w:p>
    <w:p w:rsidR="00981FB1" w:rsidRDefault="00981FB1" w14:paraId="59E087E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E725E2" w:rsidR="00FF13F4" w:rsidP="00E725E2" w:rsidRDefault="00FF13F4" w14:paraId="5E7B00BF" w14:textId="77777777">
    <w:pPr>
      <w:pStyle w:val="Header"/>
    </w:pPr>
  </w:p>
  <w:tbl>
    <w:tblPr>
      <w:tblW w:w="1345" w:type="pct"/>
      <w:tblInd w:w="-540" w:type="dxa"/>
      <w:tblCellMar>
        <w:left w:w="0" w:type="dxa"/>
        <w:right w:w="0" w:type="dxa"/>
      </w:tblCellMar>
      <w:tblLook w:val="04A0" w:firstRow="1" w:lastRow="0" w:firstColumn="1" w:lastColumn="0" w:noHBand="0" w:noVBand="1"/>
    </w:tblPr>
    <w:tblGrid>
      <w:gridCol w:w="180"/>
      <w:gridCol w:w="2248"/>
    </w:tblGrid>
    <w:tr w:rsidRPr="000C3ACB" w:rsidR="00944FE3" w:rsidTr="00944FE3" w14:paraId="3203252A" w14:textId="77777777">
      <w:tc>
        <w:tcPr>
          <w:tcW w:w="371" w:type="pct"/>
          <w:shd w:val="clear" w:color="auto" w:fill="auto"/>
        </w:tcPr>
        <w:p w:rsidRPr="000C3ACB" w:rsidR="00944FE3" w:rsidP="00007F26" w:rsidRDefault="00944FE3" w14:paraId="2FD892B4" w14:textId="77777777">
          <w:pPr>
            <w:pStyle w:val="Header"/>
          </w:pPr>
        </w:p>
      </w:tc>
      <w:tc>
        <w:tcPr>
          <w:tcW w:w="4629" w:type="pct"/>
          <w:shd w:val="clear" w:color="auto" w:fill="auto"/>
        </w:tcPr>
        <w:p w:rsidRPr="000C3ACB" w:rsidR="00944FE3" w:rsidP="00007F26" w:rsidRDefault="00944FE3" w14:paraId="2280CBC6" w14:textId="77777777">
          <w:pPr>
            <w:pStyle w:val="Header"/>
          </w:pPr>
          <w:r>
            <w:rPr>
              <w:noProof/>
              <w:lang w:eastAsia="en-GB"/>
            </w:rPr>
            <w:drawing>
              <wp:inline distT="0" distB="0" distL="0" distR="0" wp14:anchorId="4B0A2E1F" wp14:editId="60983C4B">
                <wp:extent cx="914400" cy="30209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6015" cy="309240"/>
                        </a:xfrm>
                        <a:prstGeom prst="rect">
                          <a:avLst/>
                        </a:prstGeom>
                      </pic:spPr>
                    </pic:pic>
                  </a:graphicData>
                </a:graphic>
              </wp:inline>
            </w:drawing>
          </w:r>
        </w:p>
      </w:tc>
    </w:tr>
  </w:tbl>
  <w:p w:rsidRPr="00944FE3" w:rsidR="00944FE3" w:rsidP="00944FE3" w:rsidRDefault="00944FE3" w14:paraId="137CB4D5" w14:textId="77777777">
    <w:pPr>
      <w:jc w:val="right"/>
      <w:rPr>
        <w:rFonts w:ascii="Helvetica" w:hAnsi="Helvetica"/>
        <w:b/>
        <w:bCs/>
      </w:rPr>
    </w:pPr>
    <w:proofErr w:type="spellStart"/>
    <w:r w:rsidRPr="00944FE3">
      <w:rPr>
        <w:rFonts w:ascii="Helvetica" w:hAnsi="Helvetica"/>
        <w:b/>
        <w:bCs/>
      </w:rPr>
      <w:t>Öffentliches</w:t>
    </w:r>
    <w:proofErr w:type="spellEnd"/>
    <w:r w:rsidRPr="00944FE3">
      <w:rPr>
        <w:rFonts w:ascii="Helvetica" w:hAnsi="Helvetica"/>
        <w:b/>
        <w:bCs/>
      </w:rPr>
      <w:t xml:space="preserve"> </w:t>
    </w:r>
    <w:proofErr w:type="spellStart"/>
    <w:r w:rsidRPr="00944FE3">
      <w:rPr>
        <w:rFonts w:ascii="Helvetica" w:hAnsi="Helvetica"/>
        <w:b/>
        <w:bCs/>
      </w:rPr>
      <w:t>Dokument</w:t>
    </w:r>
    <w:proofErr w:type="spellEnd"/>
  </w:p>
  <w:p w:rsidR="00F24474" w:rsidRDefault="00F24474" w14:paraId="3DB587A3"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D8FA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4A21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1ADC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3AB7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566DF6A"/>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64B4C25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82AA1E9C"/>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8D22CCCA"/>
    <w:lvl w:ilvl="0">
      <w:start w:val="1"/>
      <w:numFmt w:val="bullet"/>
      <w:pStyle w:val="ListBullet2"/>
      <w:lvlText w:val="-"/>
      <w:lvlJc w:val="left"/>
      <w:pPr>
        <w:ind w:left="643" w:hanging="360"/>
      </w:pPr>
      <w:rPr>
        <w:rFonts w:hint="default" w:ascii="Calibri" w:hAnsi="Calibri"/>
        <w:color w:val="4A4E52"/>
        <w:sz w:val="22"/>
      </w:rPr>
    </w:lvl>
  </w:abstractNum>
  <w:abstractNum w:abstractNumId="8" w15:restartNumberingAfterBreak="0">
    <w:nsid w:val="FFFFFF88"/>
    <w:multiLevelType w:val="singleLevel"/>
    <w:tmpl w:val="107E0EFC"/>
    <w:lvl w:ilvl="0">
      <w:start w:val="1"/>
      <w:numFmt w:val="decimal"/>
      <w:pStyle w:val="ListNumber"/>
      <w:lvlText w:val="%1."/>
      <w:lvlJc w:val="left"/>
      <w:pPr>
        <w:ind w:left="360" w:hanging="360"/>
      </w:pPr>
      <w:rPr>
        <w:rFonts w:hint="default"/>
        <w:b/>
        <w:i w:val="0"/>
        <w:color w:val="auto"/>
      </w:rPr>
    </w:lvl>
  </w:abstractNum>
  <w:abstractNum w:abstractNumId="9" w15:restartNumberingAfterBreak="0">
    <w:nsid w:val="FFFFFF89"/>
    <w:multiLevelType w:val="singleLevel"/>
    <w:tmpl w:val="19368004"/>
    <w:lvl w:ilvl="0">
      <w:start w:val="1"/>
      <w:numFmt w:val="bullet"/>
      <w:pStyle w:val="ListBullet"/>
      <w:lvlText w:val=""/>
      <w:lvlJc w:val="left"/>
      <w:pPr>
        <w:ind w:left="360" w:hanging="360"/>
      </w:pPr>
      <w:rPr>
        <w:rFonts w:hint="default" w:ascii="Wingdings" w:hAnsi="Wingdings"/>
        <w:color w:val="DE411B"/>
        <w:sz w:val="24"/>
      </w:rPr>
    </w:lvl>
  </w:abstractNum>
  <w:abstractNum w:abstractNumId="10" w15:restartNumberingAfterBreak="0">
    <w:nsid w:val="2E570E19"/>
    <w:multiLevelType w:val="hybridMultilevel"/>
    <w:tmpl w:val="29A8662C"/>
    <w:lvl w:ilvl="0" w:tplc="D42E8934">
      <w:start w:val="1"/>
      <w:numFmt w:val="decimal"/>
      <w:pStyle w:val="Heading2Numbering"/>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pStyle w:val="Heading2Numbering"/>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461A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2896CED"/>
    <w:multiLevelType w:val="hybridMultilevel"/>
    <w:tmpl w:val="8AEC17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4C3395"/>
    <w:multiLevelType w:val="hybridMultilevel"/>
    <w:tmpl w:val="67849F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B034E3"/>
    <w:multiLevelType w:val="multilevel"/>
    <w:tmpl w:val="6F4AC2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0925615"/>
    <w:multiLevelType w:val="hybridMultilevel"/>
    <w:tmpl w:val="5BBCD8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F0D4422"/>
    <w:multiLevelType w:val="multilevel"/>
    <w:tmpl w:val="2D489A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25E68F9"/>
    <w:multiLevelType w:val="hybridMultilevel"/>
    <w:tmpl w:val="F0EE8B3C"/>
    <w:lvl w:ilvl="0" w:tplc="7808636C">
      <w:start w:val="1"/>
      <w:numFmt w:val="decimal"/>
      <w:lvlText w:val="%1."/>
      <w:lvlJc w:val="left"/>
      <w:pPr>
        <w:ind w:left="720" w:hanging="360"/>
      </w:pPr>
      <w:rPr>
        <w:rFonts w:hint="default"/>
        <w:b/>
        <w:i w:val="0"/>
        <w:color w:val="DE5C2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E4EAA"/>
    <w:multiLevelType w:val="hybridMultilevel"/>
    <w:tmpl w:val="98A4398C"/>
    <w:lvl w:ilvl="0" w:tplc="5D6EB69A">
      <w:start w:val="1"/>
      <w:numFmt w:val="decimal"/>
      <w:lvlText w:val="%1."/>
      <w:lvlJc w:val="left"/>
      <w:pPr>
        <w:ind w:left="360" w:hanging="360"/>
      </w:pPr>
      <w:rPr>
        <w:rFonts w:hint="default"/>
        <w:color w:val="DE5C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70050A"/>
    <w:multiLevelType w:val="hybridMultilevel"/>
    <w:tmpl w:val="38DCBE56"/>
    <w:lvl w:ilvl="0" w:tplc="A996853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470683"/>
    <w:multiLevelType w:val="hybridMultilevel"/>
    <w:tmpl w:val="07081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9E3E05"/>
    <w:multiLevelType w:val="hybridMultilevel"/>
    <w:tmpl w:val="93E05E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C9B29BB"/>
    <w:multiLevelType w:val="hybridMultilevel"/>
    <w:tmpl w:val="4026551E"/>
    <w:lvl w:ilvl="0" w:tplc="7C8C6990">
      <w:start w:val="1"/>
      <w:numFmt w:val="decimal"/>
      <w:pStyle w:val="Heading1Numbering"/>
      <w:lvlText w:val="%1."/>
      <w:lvlJc w:val="left"/>
      <w:pPr>
        <w:ind w:left="360" w:hanging="360"/>
      </w:pPr>
      <w:rPr>
        <w:rFonts w:hint="default"/>
        <w:color w:val="auto"/>
      </w:rPr>
    </w:lvl>
    <w:lvl w:ilvl="1" w:tplc="08090019">
      <w:start w:val="1"/>
      <w:numFmt w:val="lowerLetter"/>
      <w:pStyle w:val="Heading1Numbering"/>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3702835">
    <w:abstractNumId w:val="9"/>
  </w:num>
  <w:num w:numId="2" w16cid:durableId="328099524">
    <w:abstractNumId w:val="7"/>
  </w:num>
  <w:num w:numId="3" w16cid:durableId="1928614775">
    <w:abstractNumId w:val="6"/>
  </w:num>
  <w:num w:numId="4" w16cid:durableId="1717196065">
    <w:abstractNumId w:val="5"/>
  </w:num>
  <w:num w:numId="5" w16cid:durableId="1521047574">
    <w:abstractNumId w:val="4"/>
  </w:num>
  <w:num w:numId="6" w16cid:durableId="1086347672">
    <w:abstractNumId w:val="8"/>
  </w:num>
  <w:num w:numId="7" w16cid:durableId="1312254899">
    <w:abstractNumId w:val="3"/>
  </w:num>
  <w:num w:numId="8" w16cid:durableId="1996757887">
    <w:abstractNumId w:val="2"/>
  </w:num>
  <w:num w:numId="9" w16cid:durableId="475876597">
    <w:abstractNumId w:val="1"/>
  </w:num>
  <w:num w:numId="10" w16cid:durableId="1167289930">
    <w:abstractNumId w:val="0"/>
  </w:num>
  <w:num w:numId="11" w16cid:durableId="1079255578">
    <w:abstractNumId w:val="9"/>
  </w:num>
  <w:num w:numId="12" w16cid:durableId="729770651">
    <w:abstractNumId w:val="9"/>
  </w:num>
  <w:num w:numId="13" w16cid:durableId="1604918711">
    <w:abstractNumId w:val="9"/>
  </w:num>
  <w:num w:numId="14" w16cid:durableId="1724136505">
    <w:abstractNumId w:val="12"/>
  </w:num>
  <w:num w:numId="15" w16cid:durableId="189346329">
    <w:abstractNumId w:val="22"/>
  </w:num>
  <w:num w:numId="16" w16cid:durableId="545676144">
    <w:abstractNumId w:val="19"/>
  </w:num>
  <w:num w:numId="17" w16cid:durableId="2099206657">
    <w:abstractNumId w:val="13"/>
  </w:num>
  <w:num w:numId="18" w16cid:durableId="998121994">
    <w:abstractNumId w:val="21"/>
  </w:num>
  <w:num w:numId="19" w16cid:durableId="1628581574">
    <w:abstractNumId w:val="9"/>
  </w:num>
  <w:num w:numId="20" w16cid:durableId="2129622470">
    <w:abstractNumId w:val="9"/>
  </w:num>
  <w:num w:numId="21" w16cid:durableId="1232236140">
    <w:abstractNumId w:val="9"/>
  </w:num>
  <w:num w:numId="22" w16cid:durableId="2079160157">
    <w:abstractNumId w:val="9"/>
  </w:num>
  <w:num w:numId="23" w16cid:durableId="1917125478">
    <w:abstractNumId w:val="9"/>
  </w:num>
  <w:num w:numId="24" w16cid:durableId="1218855287">
    <w:abstractNumId w:val="9"/>
  </w:num>
  <w:num w:numId="25" w16cid:durableId="1940944963">
    <w:abstractNumId w:val="9"/>
  </w:num>
  <w:num w:numId="26" w16cid:durableId="1955096403">
    <w:abstractNumId w:val="9"/>
  </w:num>
  <w:num w:numId="27" w16cid:durableId="1764951178">
    <w:abstractNumId w:val="9"/>
  </w:num>
  <w:num w:numId="28" w16cid:durableId="1011177584">
    <w:abstractNumId w:val="9"/>
  </w:num>
  <w:num w:numId="29" w16cid:durableId="1700164379">
    <w:abstractNumId w:val="9"/>
  </w:num>
  <w:num w:numId="30" w16cid:durableId="1321734496">
    <w:abstractNumId w:val="9"/>
  </w:num>
  <w:num w:numId="31" w16cid:durableId="1759205929">
    <w:abstractNumId w:val="9"/>
  </w:num>
  <w:num w:numId="32" w16cid:durableId="1230574640">
    <w:abstractNumId w:val="9"/>
  </w:num>
  <w:num w:numId="33" w16cid:durableId="89594693">
    <w:abstractNumId w:val="9"/>
  </w:num>
  <w:num w:numId="34" w16cid:durableId="238100557">
    <w:abstractNumId w:val="15"/>
  </w:num>
  <w:num w:numId="35" w16cid:durableId="593248788">
    <w:abstractNumId w:val="10"/>
  </w:num>
  <w:num w:numId="36" w16cid:durableId="1930894372">
    <w:abstractNumId w:val="18"/>
  </w:num>
  <w:num w:numId="37" w16cid:durableId="1797411514">
    <w:abstractNumId w:val="20"/>
  </w:num>
  <w:num w:numId="38" w16cid:durableId="597565611">
    <w:abstractNumId w:val="17"/>
  </w:num>
  <w:num w:numId="39" w16cid:durableId="76294336">
    <w:abstractNumId w:val="11"/>
  </w:num>
  <w:num w:numId="40" w16cid:durableId="1209147446">
    <w:abstractNumId w:val="14"/>
  </w:num>
  <w:num w:numId="41" w16cid:durableId="6335642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50" style="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439"/>
    <w:rsid w:val="00000883"/>
    <w:rsid w:val="00003519"/>
    <w:rsid w:val="00003AA3"/>
    <w:rsid w:val="00004CF1"/>
    <w:rsid w:val="00007B5C"/>
    <w:rsid w:val="00007F26"/>
    <w:rsid w:val="000149F9"/>
    <w:rsid w:val="00014D15"/>
    <w:rsid w:val="00021F11"/>
    <w:rsid w:val="000304AF"/>
    <w:rsid w:val="00031AAD"/>
    <w:rsid w:val="00033942"/>
    <w:rsid w:val="00033CA0"/>
    <w:rsid w:val="00043C2A"/>
    <w:rsid w:val="00046708"/>
    <w:rsid w:val="00054E2C"/>
    <w:rsid w:val="00057E3A"/>
    <w:rsid w:val="0006040A"/>
    <w:rsid w:val="00060B1C"/>
    <w:rsid w:val="000611B4"/>
    <w:rsid w:val="0006721E"/>
    <w:rsid w:val="00072C3E"/>
    <w:rsid w:val="00072D72"/>
    <w:rsid w:val="000757F1"/>
    <w:rsid w:val="00076EB3"/>
    <w:rsid w:val="00077BD8"/>
    <w:rsid w:val="0008382B"/>
    <w:rsid w:val="00086EF4"/>
    <w:rsid w:val="000872FD"/>
    <w:rsid w:val="0009264A"/>
    <w:rsid w:val="00095521"/>
    <w:rsid w:val="0009710D"/>
    <w:rsid w:val="000A067D"/>
    <w:rsid w:val="000A1468"/>
    <w:rsid w:val="000A2BF4"/>
    <w:rsid w:val="000C3ACB"/>
    <w:rsid w:val="000D0F33"/>
    <w:rsid w:val="000D5A36"/>
    <w:rsid w:val="000E10ED"/>
    <w:rsid w:val="000E45EA"/>
    <w:rsid w:val="000E7F66"/>
    <w:rsid w:val="000F2ABC"/>
    <w:rsid w:val="00101777"/>
    <w:rsid w:val="00101B88"/>
    <w:rsid w:val="00101CDE"/>
    <w:rsid w:val="00113858"/>
    <w:rsid w:val="0011670F"/>
    <w:rsid w:val="00117901"/>
    <w:rsid w:val="00117AAB"/>
    <w:rsid w:val="00122CA5"/>
    <w:rsid w:val="001236B3"/>
    <w:rsid w:val="0012482B"/>
    <w:rsid w:val="00125708"/>
    <w:rsid w:val="00126DF2"/>
    <w:rsid w:val="00133B06"/>
    <w:rsid w:val="00133B8C"/>
    <w:rsid w:val="00134491"/>
    <w:rsid w:val="00135486"/>
    <w:rsid w:val="00136DA5"/>
    <w:rsid w:val="00140407"/>
    <w:rsid w:val="00142AF0"/>
    <w:rsid w:val="001437B1"/>
    <w:rsid w:val="0015175F"/>
    <w:rsid w:val="00155084"/>
    <w:rsid w:val="00156DD6"/>
    <w:rsid w:val="001572B4"/>
    <w:rsid w:val="00165BB7"/>
    <w:rsid w:val="00165E5E"/>
    <w:rsid w:val="00166948"/>
    <w:rsid w:val="0017248A"/>
    <w:rsid w:val="00174CCF"/>
    <w:rsid w:val="00176572"/>
    <w:rsid w:val="00182C8A"/>
    <w:rsid w:val="001875CA"/>
    <w:rsid w:val="00192DCB"/>
    <w:rsid w:val="0019469D"/>
    <w:rsid w:val="001A1CA1"/>
    <w:rsid w:val="001B28C1"/>
    <w:rsid w:val="001B3601"/>
    <w:rsid w:val="001B469A"/>
    <w:rsid w:val="001C3A6B"/>
    <w:rsid w:val="001C4973"/>
    <w:rsid w:val="001C4B1B"/>
    <w:rsid w:val="001C6F67"/>
    <w:rsid w:val="001C7222"/>
    <w:rsid w:val="001D07B8"/>
    <w:rsid w:val="001D1238"/>
    <w:rsid w:val="001D127D"/>
    <w:rsid w:val="001D2941"/>
    <w:rsid w:val="001D325A"/>
    <w:rsid w:val="001D6165"/>
    <w:rsid w:val="001E2884"/>
    <w:rsid w:val="001E502A"/>
    <w:rsid w:val="001E69F2"/>
    <w:rsid w:val="001F3037"/>
    <w:rsid w:val="001F61AB"/>
    <w:rsid w:val="00202124"/>
    <w:rsid w:val="00207480"/>
    <w:rsid w:val="002144A8"/>
    <w:rsid w:val="0022153B"/>
    <w:rsid w:val="00223E57"/>
    <w:rsid w:val="002272C6"/>
    <w:rsid w:val="00230562"/>
    <w:rsid w:val="002330AB"/>
    <w:rsid w:val="0023330B"/>
    <w:rsid w:val="0023350A"/>
    <w:rsid w:val="002375F0"/>
    <w:rsid w:val="00242EE9"/>
    <w:rsid w:val="00243484"/>
    <w:rsid w:val="00244301"/>
    <w:rsid w:val="002534E2"/>
    <w:rsid w:val="0025351B"/>
    <w:rsid w:val="00256C14"/>
    <w:rsid w:val="002627E3"/>
    <w:rsid w:val="00270143"/>
    <w:rsid w:val="002708E4"/>
    <w:rsid w:val="00273BCA"/>
    <w:rsid w:val="002759FB"/>
    <w:rsid w:val="002825AB"/>
    <w:rsid w:val="002838EC"/>
    <w:rsid w:val="0028439D"/>
    <w:rsid w:val="00286197"/>
    <w:rsid w:val="00287C8F"/>
    <w:rsid w:val="00291969"/>
    <w:rsid w:val="00297C7D"/>
    <w:rsid w:val="00297C86"/>
    <w:rsid w:val="002A3537"/>
    <w:rsid w:val="002B07AA"/>
    <w:rsid w:val="002B32E8"/>
    <w:rsid w:val="002B4A77"/>
    <w:rsid w:val="002B6704"/>
    <w:rsid w:val="002B6DC0"/>
    <w:rsid w:val="002B6E39"/>
    <w:rsid w:val="002C40B3"/>
    <w:rsid w:val="002D3EAC"/>
    <w:rsid w:val="002D3F16"/>
    <w:rsid w:val="002D5D66"/>
    <w:rsid w:val="002E0098"/>
    <w:rsid w:val="002E37DA"/>
    <w:rsid w:val="002E3E8D"/>
    <w:rsid w:val="002E4752"/>
    <w:rsid w:val="002E783B"/>
    <w:rsid w:val="002F10BD"/>
    <w:rsid w:val="002F6136"/>
    <w:rsid w:val="002F6218"/>
    <w:rsid w:val="00300E09"/>
    <w:rsid w:val="00301E3D"/>
    <w:rsid w:val="00303845"/>
    <w:rsid w:val="00304314"/>
    <w:rsid w:val="00304856"/>
    <w:rsid w:val="003115A0"/>
    <w:rsid w:val="003128E6"/>
    <w:rsid w:val="00316C0B"/>
    <w:rsid w:val="0032124C"/>
    <w:rsid w:val="00322A7F"/>
    <w:rsid w:val="0033245B"/>
    <w:rsid w:val="00334100"/>
    <w:rsid w:val="0033621D"/>
    <w:rsid w:val="00340C26"/>
    <w:rsid w:val="00346941"/>
    <w:rsid w:val="003516B2"/>
    <w:rsid w:val="00352997"/>
    <w:rsid w:val="00352A06"/>
    <w:rsid w:val="00352E22"/>
    <w:rsid w:val="00353F6D"/>
    <w:rsid w:val="0036134D"/>
    <w:rsid w:val="003705B6"/>
    <w:rsid w:val="0037186C"/>
    <w:rsid w:val="00381AFD"/>
    <w:rsid w:val="0038564A"/>
    <w:rsid w:val="00385A06"/>
    <w:rsid w:val="00395568"/>
    <w:rsid w:val="00396395"/>
    <w:rsid w:val="00396936"/>
    <w:rsid w:val="003A2ADD"/>
    <w:rsid w:val="003A3287"/>
    <w:rsid w:val="003A55DA"/>
    <w:rsid w:val="003A73E3"/>
    <w:rsid w:val="003B4CC1"/>
    <w:rsid w:val="003B5D39"/>
    <w:rsid w:val="003C3830"/>
    <w:rsid w:val="003C548E"/>
    <w:rsid w:val="003C6FBF"/>
    <w:rsid w:val="003C6FE4"/>
    <w:rsid w:val="003D0341"/>
    <w:rsid w:val="003D6702"/>
    <w:rsid w:val="003D742B"/>
    <w:rsid w:val="003E399F"/>
    <w:rsid w:val="003E4DBE"/>
    <w:rsid w:val="003E570E"/>
    <w:rsid w:val="003F1F02"/>
    <w:rsid w:val="003F71E6"/>
    <w:rsid w:val="00413526"/>
    <w:rsid w:val="00413ACB"/>
    <w:rsid w:val="00425E67"/>
    <w:rsid w:val="004270EA"/>
    <w:rsid w:val="00427672"/>
    <w:rsid w:val="00431F3F"/>
    <w:rsid w:val="004329B8"/>
    <w:rsid w:val="00432ECF"/>
    <w:rsid w:val="00433424"/>
    <w:rsid w:val="00434176"/>
    <w:rsid w:val="004448DA"/>
    <w:rsid w:val="00444D0F"/>
    <w:rsid w:val="0044525F"/>
    <w:rsid w:val="004461C2"/>
    <w:rsid w:val="00452A5A"/>
    <w:rsid w:val="004566ED"/>
    <w:rsid w:val="0046585D"/>
    <w:rsid w:val="00470FA0"/>
    <w:rsid w:val="004739B1"/>
    <w:rsid w:val="00482067"/>
    <w:rsid w:val="004859AC"/>
    <w:rsid w:val="00486B05"/>
    <w:rsid w:val="0049015E"/>
    <w:rsid w:val="0049337F"/>
    <w:rsid w:val="00495269"/>
    <w:rsid w:val="004A2DF1"/>
    <w:rsid w:val="004A4D7F"/>
    <w:rsid w:val="004A4FF8"/>
    <w:rsid w:val="004A5076"/>
    <w:rsid w:val="004B2D3E"/>
    <w:rsid w:val="004B6741"/>
    <w:rsid w:val="004B744B"/>
    <w:rsid w:val="004C0E51"/>
    <w:rsid w:val="004C0E85"/>
    <w:rsid w:val="004C537E"/>
    <w:rsid w:val="004D2D6D"/>
    <w:rsid w:val="004D2DB3"/>
    <w:rsid w:val="004E5427"/>
    <w:rsid w:val="004E6E50"/>
    <w:rsid w:val="004F2439"/>
    <w:rsid w:val="005009B7"/>
    <w:rsid w:val="0050154E"/>
    <w:rsid w:val="00504408"/>
    <w:rsid w:val="005058F4"/>
    <w:rsid w:val="005073AB"/>
    <w:rsid w:val="00513974"/>
    <w:rsid w:val="00515D0C"/>
    <w:rsid w:val="005175C6"/>
    <w:rsid w:val="005213DC"/>
    <w:rsid w:val="005232BC"/>
    <w:rsid w:val="0052440E"/>
    <w:rsid w:val="00530E19"/>
    <w:rsid w:val="0053165D"/>
    <w:rsid w:val="00531CC0"/>
    <w:rsid w:val="00537D1E"/>
    <w:rsid w:val="005473DB"/>
    <w:rsid w:val="00547AC7"/>
    <w:rsid w:val="00552351"/>
    <w:rsid w:val="00553ED1"/>
    <w:rsid w:val="005550B8"/>
    <w:rsid w:val="00563B99"/>
    <w:rsid w:val="0056486F"/>
    <w:rsid w:val="005662B9"/>
    <w:rsid w:val="005677EE"/>
    <w:rsid w:val="00571816"/>
    <w:rsid w:val="00572591"/>
    <w:rsid w:val="00572D32"/>
    <w:rsid w:val="0057452D"/>
    <w:rsid w:val="00580AE3"/>
    <w:rsid w:val="00581234"/>
    <w:rsid w:val="0058139F"/>
    <w:rsid w:val="00583BEC"/>
    <w:rsid w:val="005906AC"/>
    <w:rsid w:val="00594C0F"/>
    <w:rsid w:val="0059769D"/>
    <w:rsid w:val="005A7714"/>
    <w:rsid w:val="005B282D"/>
    <w:rsid w:val="005B6526"/>
    <w:rsid w:val="005B7169"/>
    <w:rsid w:val="005C3CE2"/>
    <w:rsid w:val="005C579E"/>
    <w:rsid w:val="005C7E64"/>
    <w:rsid w:val="005D0016"/>
    <w:rsid w:val="005D353A"/>
    <w:rsid w:val="005E1F14"/>
    <w:rsid w:val="005E21F6"/>
    <w:rsid w:val="005E2F96"/>
    <w:rsid w:val="005F24C6"/>
    <w:rsid w:val="005F2DB3"/>
    <w:rsid w:val="0060086A"/>
    <w:rsid w:val="0060159B"/>
    <w:rsid w:val="00601E16"/>
    <w:rsid w:val="00602B1B"/>
    <w:rsid w:val="00604F3A"/>
    <w:rsid w:val="00610113"/>
    <w:rsid w:val="0061380F"/>
    <w:rsid w:val="00617242"/>
    <w:rsid w:val="00623621"/>
    <w:rsid w:val="00626EFF"/>
    <w:rsid w:val="00631051"/>
    <w:rsid w:val="0063600A"/>
    <w:rsid w:val="00642AE3"/>
    <w:rsid w:val="006432E2"/>
    <w:rsid w:val="006471C1"/>
    <w:rsid w:val="006479BA"/>
    <w:rsid w:val="00651210"/>
    <w:rsid w:val="0065158C"/>
    <w:rsid w:val="00652222"/>
    <w:rsid w:val="0065353E"/>
    <w:rsid w:val="00653FC6"/>
    <w:rsid w:val="00657B07"/>
    <w:rsid w:val="00657D72"/>
    <w:rsid w:val="0066072B"/>
    <w:rsid w:val="00660E7B"/>
    <w:rsid w:val="0066535A"/>
    <w:rsid w:val="006668F3"/>
    <w:rsid w:val="00666A9B"/>
    <w:rsid w:val="0067722D"/>
    <w:rsid w:val="0067737B"/>
    <w:rsid w:val="0068105C"/>
    <w:rsid w:val="00697B14"/>
    <w:rsid w:val="006A0B3F"/>
    <w:rsid w:val="006B0562"/>
    <w:rsid w:val="006B10FA"/>
    <w:rsid w:val="006B3E80"/>
    <w:rsid w:val="006B4B21"/>
    <w:rsid w:val="006B6DA4"/>
    <w:rsid w:val="006C1495"/>
    <w:rsid w:val="006C2CF7"/>
    <w:rsid w:val="006C643A"/>
    <w:rsid w:val="006D6A01"/>
    <w:rsid w:val="006E245F"/>
    <w:rsid w:val="006F0325"/>
    <w:rsid w:val="006F11CB"/>
    <w:rsid w:val="00701B15"/>
    <w:rsid w:val="00703195"/>
    <w:rsid w:val="00705E9B"/>
    <w:rsid w:val="00706D86"/>
    <w:rsid w:val="0071410C"/>
    <w:rsid w:val="007144AC"/>
    <w:rsid w:val="0072093A"/>
    <w:rsid w:val="00720BD8"/>
    <w:rsid w:val="00723F9F"/>
    <w:rsid w:val="00730D00"/>
    <w:rsid w:val="0073250B"/>
    <w:rsid w:val="00734C57"/>
    <w:rsid w:val="00741A17"/>
    <w:rsid w:val="007421DC"/>
    <w:rsid w:val="00746E0D"/>
    <w:rsid w:val="00756BD0"/>
    <w:rsid w:val="00766FC3"/>
    <w:rsid w:val="00767BBB"/>
    <w:rsid w:val="00771CD5"/>
    <w:rsid w:val="007724D8"/>
    <w:rsid w:val="00772BC0"/>
    <w:rsid w:val="00773AF1"/>
    <w:rsid w:val="0077677C"/>
    <w:rsid w:val="00782BB9"/>
    <w:rsid w:val="0078456B"/>
    <w:rsid w:val="0079456E"/>
    <w:rsid w:val="00796EE1"/>
    <w:rsid w:val="007C51FE"/>
    <w:rsid w:val="007C7DC9"/>
    <w:rsid w:val="007D1606"/>
    <w:rsid w:val="007E2174"/>
    <w:rsid w:val="007E23E6"/>
    <w:rsid w:val="007E5CE3"/>
    <w:rsid w:val="007F007D"/>
    <w:rsid w:val="007F03F6"/>
    <w:rsid w:val="007F173A"/>
    <w:rsid w:val="007F28D5"/>
    <w:rsid w:val="007F3394"/>
    <w:rsid w:val="007F5B78"/>
    <w:rsid w:val="007F692C"/>
    <w:rsid w:val="008031B3"/>
    <w:rsid w:val="0080366A"/>
    <w:rsid w:val="008041EA"/>
    <w:rsid w:val="00805701"/>
    <w:rsid w:val="0080787F"/>
    <w:rsid w:val="0081006C"/>
    <w:rsid w:val="008120D1"/>
    <w:rsid w:val="00816A82"/>
    <w:rsid w:val="00817253"/>
    <w:rsid w:val="00823859"/>
    <w:rsid w:val="008340E3"/>
    <w:rsid w:val="0084058D"/>
    <w:rsid w:val="00842D10"/>
    <w:rsid w:val="00843D61"/>
    <w:rsid w:val="008469F9"/>
    <w:rsid w:val="00846DD4"/>
    <w:rsid w:val="00850B3B"/>
    <w:rsid w:val="00850F3C"/>
    <w:rsid w:val="008559E2"/>
    <w:rsid w:val="0086633C"/>
    <w:rsid w:val="008670E4"/>
    <w:rsid w:val="00872256"/>
    <w:rsid w:val="00873B4E"/>
    <w:rsid w:val="00874B66"/>
    <w:rsid w:val="00884465"/>
    <w:rsid w:val="008864FD"/>
    <w:rsid w:val="008913D5"/>
    <w:rsid w:val="0089551F"/>
    <w:rsid w:val="008A123E"/>
    <w:rsid w:val="008A1784"/>
    <w:rsid w:val="008A1FFB"/>
    <w:rsid w:val="008A3C73"/>
    <w:rsid w:val="008A3EB6"/>
    <w:rsid w:val="008A75AF"/>
    <w:rsid w:val="008A7D15"/>
    <w:rsid w:val="008B2333"/>
    <w:rsid w:val="008D3A72"/>
    <w:rsid w:val="008E7A1F"/>
    <w:rsid w:val="008F5415"/>
    <w:rsid w:val="00902AAB"/>
    <w:rsid w:val="00910C3A"/>
    <w:rsid w:val="00917E16"/>
    <w:rsid w:val="00923A9B"/>
    <w:rsid w:val="009243AA"/>
    <w:rsid w:val="00933CD6"/>
    <w:rsid w:val="00933FDD"/>
    <w:rsid w:val="0094229C"/>
    <w:rsid w:val="00942C41"/>
    <w:rsid w:val="00943FB6"/>
    <w:rsid w:val="00944AAE"/>
    <w:rsid w:val="00944FE3"/>
    <w:rsid w:val="009474BC"/>
    <w:rsid w:val="00950E91"/>
    <w:rsid w:val="00951646"/>
    <w:rsid w:val="00954BE0"/>
    <w:rsid w:val="00957139"/>
    <w:rsid w:val="0095776E"/>
    <w:rsid w:val="00960CF8"/>
    <w:rsid w:val="00963932"/>
    <w:rsid w:val="009647AB"/>
    <w:rsid w:val="00971190"/>
    <w:rsid w:val="009728C8"/>
    <w:rsid w:val="00972E75"/>
    <w:rsid w:val="0097365F"/>
    <w:rsid w:val="00975FCC"/>
    <w:rsid w:val="00981FB1"/>
    <w:rsid w:val="00982B84"/>
    <w:rsid w:val="009837C7"/>
    <w:rsid w:val="00984C53"/>
    <w:rsid w:val="00987D83"/>
    <w:rsid w:val="00990765"/>
    <w:rsid w:val="00991170"/>
    <w:rsid w:val="0099152B"/>
    <w:rsid w:val="0099315E"/>
    <w:rsid w:val="00995D3E"/>
    <w:rsid w:val="00996AA7"/>
    <w:rsid w:val="009A138A"/>
    <w:rsid w:val="009A22F5"/>
    <w:rsid w:val="009A4C46"/>
    <w:rsid w:val="009A609E"/>
    <w:rsid w:val="009B3692"/>
    <w:rsid w:val="009B5AD9"/>
    <w:rsid w:val="009C3952"/>
    <w:rsid w:val="009D008D"/>
    <w:rsid w:val="009D0AC8"/>
    <w:rsid w:val="009E6C97"/>
    <w:rsid w:val="00A008F9"/>
    <w:rsid w:val="00A01747"/>
    <w:rsid w:val="00A0239D"/>
    <w:rsid w:val="00A02851"/>
    <w:rsid w:val="00A03136"/>
    <w:rsid w:val="00A05875"/>
    <w:rsid w:val="00A062DC"/>
    <w:rsid w:val="00A16C6E"/>
    <w:rsid w:val="00A21D25"/>
    <w:rsid w:val="00A23E1F"/>
    <w:rsid w:val="00A30174"/>
    <w:rsid w:val="00A3096D"/>
    <w:rsid w:val="00A31731"/>
    <w:rsid w:val="00A33831"/>
    <w:rsid w:val="00A4155E"/>
    <w:rsid w:val="00A44319"/>
    <w:rsid w:val="00A468FE"/>
    <w:rsid w:val="00A62B3A"/>
    <w:rsid w:val="00A76992"/>
    <w:rsid w:val="00A77D84"/>
    <w:rsid w:val="00A83F81"/>
    <w:rsid w:val="00A84102"/>
    <w:rsid w:val="00A85228"/>
    <w:rsid w:val="00A86A40"/>
    <w:rsid w:val="00A9291D"/>
    <w:rsid w:val="00AA5253"/>
    <w:rsid w:val="00AB2650"/>
    <w:rsid w:val="00AB6F1A"/>
    <w:rsid w:val="00AB78B7"/>
    <w:rsid w:val="00AC33B7"/>
    <w:rsid w:val="00AC43B3"/>
    <w:rsid w:val="00AC470B"/>
    <w:rsid w:val="00AC58FF"/>
    <w:rsid w:val="00AC7A81"/>
    <w:rsid w:val="00AC7F42"/>
    <w:rsid w:val="00AE0059"/>
    <w:rsid w:val="00AE5559"/>
    <w:rsid w:val="00AF0C0F"/>
    <w:rsid w:val="00AF423D"/>
    <w:rsid w:val="00AF4E8C"/>
    <w:rsid w:val="00AF659F"/>
    <w:rsid w:val="00B06D1A"/>
    <w:rsid w:val="00B20B07"/>
    <w:rsid w:val="00B21140"/>
    <w:rsid w:val="00B21450"/>
    <w:rsid w:val="00B23037"/>
    <w:rsid w:val="00B242A1"/>
    <w:rsid w:val="00B24956"/>
    <w:rsid w:val="00B255B0"/>
    <w:rsid w:val="00B310BD"/>
    <w:rsid w:val="00B418FE"/>
    <w:rsid w:val="00B42A2C"/>
    <w:rsid w:val="00B53F3A"/>
    <w:rsid w:val="00B56748"/>
    <w:rsid w:val="00B60690"/>
    <w:rsid w:val="00B61C0B"/>
    <w:rsid w:val="00B67006"/>
    <w:rsid w:val="00B67D11"/>
    <w:rsid w:val="00B80C8D"/>
    <w:rsid w:val="00B823ED"/>
    <w:rsid w:val="00B87D3D"/>
    <w:rsid w:val="00B9068B"/>
    <w:rsid w:val="00B90CB4"/>
    <w:rsid w:val="00B913C3"/>
    <w:rsid w:val="00B93940"/>
    <w:rsid w:val="00B97A12"/>
    <w:rsid w:val="00BA0342"/>
    <w:rsid w:val="00BA0D3B"/>
    <w:rsid w:val="00BA29F6"/>
    <w:rsid w:val="00BC3799"/>
    <w:rsid w:val="00BD2368"/>
    <w:rsid w:val="00BD2DBF"/>
    <w:rsid w:val="00BD4762"/>
    <w:rsid w:val="00BD5562"/>
    <w:rsid w:val="00BD5CAB"/>
    <w:rsid w:val="00BE0AE2"/>
    <w:rsid w:val="00BE1A58"/>
    <w:rsid w:val="00BE59BE"/>
    <w:rsid w:val="00BE5D16"/>
    <w:rsid w:val="00BF0AD7"/>
    <w:rsid w:val="00BF1161"/>
    <w:rsid w:val="00BF290F"/>
    <w:rsid w:val="00BF34F4"/>
    <w:rsid w:val="00C00FA0"/>
    <w:rsid w:val="00C01C70"/>
    <w:rsid w:val="00C06DB6"/>
    <w:rsid w:val="00C16934"/>
    <w:rsid w:val="00C20250"/>
    <w:rsid w:val="00C231ED"/>
    <w:rsid w:val="00C23335"/>
    <w:rsid w:val="00C24E5C"/>
    <w:rsid w:val="00C25604"/>
    <w:rsid w:val="00C259F3"/>
    <w:rsid w:val="00C34A74"/>
    <w:rsid w:val="00C36FB9"/>
    <w:rsid w:val="00C41EF6"/>
    <w:rsid w:val="00C467C9"/>
    <w:rsid w:val="00C46EBD"/>
    <w:rsid w:val="00C473AC"/>
    <w:rsid w:val="00C56158"/>
    <w:rsid w:val="00C75939"/>
    <w:rsid w:val="00C825CD"/>
    <w:rsid w:val="00C84765"/>
    <w:rsid w:val="00C87428"/>
    <w:rsid w:val="00C963CB"/>
    <w:rsid w:val="00C97173"/>
    <w:rsid w:val="00CA2B9D"/>
    <w:rsid w:val="00CB0B4D"/>
    <w:rsid w:val="00CB5AE8"/>
    <w:rsid w:val="00CC247A"/>
    <w:rsid w:val="00CC32AF"/>
    <w:rsid w:val="00CC54DB"/>
    <w:rsid w:val="00CC7DE8"/>
    <w:rsid w:val="00CD0BCC"/>
    <w:rsid w:val="00CD180D"/>
    <w:rsid w:val="00CD26D8"/>
    <w:rsid w:val="00CD4C7F"/>
    <w:rsid w:val="00CE1B29"/>
    <w:rsid w:val="00CE76D1"/>
    <w:rsid w:val="00CF2818"/>
    <w:rsid w:val="00D012AC"/>
    <w:rsid w:val="00D024DD"/>
    <w:rsid w:val="00D0486F"/>
    <w:rsid w:val="00D0784C"/>
    <w:rsid w:val="00D10D88"/>
    <w:rsid w:val="00D12B43"/>
    <w:rsid w:val="00D14EBC"/>
    <w:rsid w:val="00D16076"/>
    <w:rsid w:val="00D209F6"/>
    <w:rsid w:val="00D21DF2"/>
    <w:rsid w:val="00D25C62"/>
    <w:rsid w:val="00D30623"/>
    <w:rsid w:val="00D334DE"/>
    <w:rsid w:val="00D34E60"/>
    <w:rsid w:val="00D35DA1"/>
    <w:rsid w:val="00D431D1"/>
    <w:rsid w:val="00D435D1"/>
    <w:rsid w:val="00D44BAA"/>
    <w:rsid w:val="00D50F1C"/>
    <w:rsid w:val="00D605FB"/>
    <w:rsid w:val="00D7179C"/>
    <w:rsid w:val="00D75EFE"/>
    <w:rsid w:val="00D81E1A"/>
    <w:rsid w:val="00D84293"/>
    <w:rsid w:val="00D87255"/>
    <w:rsid w:val="00D94CF9"/>
    <w:rsid w:val="00D95632"/>
    <w:rsid w:val="00DB2DAA"/>
    <w:rsid w:val="00DB5E62"/>
    <w:rsid w:val="00DB7487"/>
    <w:rsid w:val="00DC00ED"/>
    <w:rsid w:val="00DC1B95"/>
    <w:rsid w:val="00DC4119"/>
    <w:rsid w:val="00DD10F9"/>
    <w:rsid w:val="00DD14BE"/>
    <w:rsid w:val="00DD1CA3"/>
    <w:rsid w:val="00DD3DDB"/>
    <w:rsid w:val="00DD3DEC"/>
    <w:rsid w:val="00DE1BAD"/>
    <w:rsid w:val="00DE30CD"/>
    <w:rsid w:val="00DF0DF1"/>
    <w:rsid w:val="00DF1981"/>
    <w:rsid w:val="00DF22FE"/>
    <w:rsid w:val="00DF7C06"/>
    <w:rsid w:val="00E0058B"/>
    <w:rsid w:val="00E03C4B"/>
    <w:rsid w:val="00E05C08"/>
    <w:rsid w:val="00E150D1"/>
    <w:rsid w:val="00E16BB7"/>
    <w:rsid w:val="00E17131"/>
    <w:rsid w:val="00E21B81"/>
    <w:rsid w:val="00E236CF"/>
    <w:rsid w:val="00E23A03"/>
    <w:rsid w:val="00E24C22"/>
    <w:rsid w:val="00E264CC"/>
    <w:rsid w:val="00E32990"/>
    <w:rsid w:val="00E4409F"/>
    <w:rsid w:val="00E53139"/>
    <w:rsid w:val="00E54DDB"/>
    <w:rsid w:val="00E6208C"/>
    <w:rsid w:val="00E630D8"/>
    <w:rsid w:val="00E636AE"/>
    <w:rsid w:val="00E67156"/>
    <w:rsid w:val="00E7029A"/>
    <w:rsid w:val="00E725E2"/>
    <w:rsid w:val="00E757E0"/>
    <w:rsid w:val="00E76EF0"/>
    <w:rsid w:val="00E86D70"/>
    <w:rsid w:val="00E91686"/>
    <w:rsid w:val="00EA12A6"/>
    <w:rsid w:val="00EA1759"/>
    <w:rsid w:val="00EA1787"/>
    <w:rsid w:val="00EB1059"/>
    <w:rsid w:val="00EB26AB"/>
    <w:rsid w:val="00EC18FB"/>
    <w:rsid w:val="00EC4190"/>
    <w:rsid w:val="00ED3F12"/>
    <w:rsid w:val="00ED3FCC"/>
    <w:rsid w:val="00ED5760"/>
    <w:rsid w:val="00ED76EC"/>
    <w:rsid w:val="00EE03F1"/>
    <w:rsid w:val="00EE1FF6"/>
    <w:rsid w:val="00EE2614"/>
    <w:rsid w:val="00EE4F38"/>
    <w:rsid w:val="00EE6AAF"/>
    <w:rsid w:val="00EF1EA0"/>
    <w:rsid w:val="00EF2F24"/>
    <w:rsid w:val="00EF326E"/>
    <w:rsid w:val="00F018CA"/>
    <w:rsid w:val="00F0487D"/>
    <w:rsid w:val="00F07485"/>
    <w:rsid w:val="00F155F4"/>
    <w:rsid w:val="00F1561E"/>
    <w:rsid w:val="00F20838"/>
    <w:rsid w:val="00F242EE"/>
    <w:rsid w:val="00F24474"/>
    <w:rsid w:val="00F24F30"/>
    <w:rsid w:val="00F25294"/>
    <w:rsid w:val="00F26463"/>
    <w:rsid w:val="00F3073D"/>
    <w:rsid w:val="00F4323D"/>
    <w:rsid w:val="00F513BD"/>
    <w:rsid w:val="00F54555"/>
    <w:rsid w:val="00F545CD"/>
    <w:rsid w:val="00F54FC3"/>
    <w:rsid w:val="00F64F6D"/>
    <w:rsid w:val="00F6552B"/>
    <w:rsid w:val="00F70F4C"/>
    <w:rsid w:val="00F71338"/>
    <w:rsid w:val="00F7172B"/>
    <w:rsid w:val="00F807A6"/>
    <w:rsid w:val="00F85E16"/>
    <w:rsid w:val="00F91027"/>
    <w:rsid w:val="00F91E7C"/>
    <w:rsid w:val="00F950E7"/>
    <w:rsid w:val="00FB5CFC"/>
    <w:rsid w:val="00FB5E7B"/>
    <w:rsid w:val="00FC17C4"/>
    <w:rsid w:val="00FC2478"/>
    <w:rsid w:val="00FC4551"/>
    <w:rsid w:val="00FC5D44"/>
    <w:rsid w:val="00FC6645"/>
    <w:rsid w:val="00FD0DDA"/>
    <w:rsid w:val="00FD3167"/>
    <w:rsid w:val="00FD4813"/>
    <w:rsid w:val="00FD7161"/>
    <w:rsid w:val="00FD7825"/>
    <w:rsid w:val="00FE0D96"/>
    <w:rsid w:val="00FE2340"/>
    <w:rsid w:val="00FE2DB7"/>
    <w:rsid w:val="00FE339B"/>
    <w:rsid w:val="00FF13F4"/>
    <w:rsid w:val="00FF3D56"/>
    <w:rsid w:val="00FF41D6"/>
    <w:rsid w:val="00FF5ADC"/>
    <w:rsid w:val="00FF6CB9"/>
    <w:rsid w:val="00FF7DF6"/>
    <w:rsid w:val="07287835"/>
    <w:rsid w:val="0BB99960"/>
    <w:rsid w:val="16BB6919"/>
    <w:rsid w:val="1B136A91"/>
    <w:rsid w:val="28DBA356"/>
    <w:rsid w:val="316CCDB2"/>
    <w:rsid w:val="3BFECDC0"/>
    <w:rsid w:val="43A01F42"/>
    <w:rsid w:val="4A3A08C0"/>
    <w:rsid w:val="4C464695"/>
    <w:rsid w:val="4C8EDCCA"/>
    <w:rsid w:val="580E2ACB"/>
    <w:rsid w:val="5ADDC959"/>
    <w:rsid w:val="5B26FE27"/>
    <w:rsid w:val="5B9A5E83"/>
    <w:rsid w:val="622058FF"/>
    <w:rsid w:val="7553B27D"/>
    <w:rsid w:val="7BB2E038"/>
    <w:rsid w:val="7F9CFE99"/>
    <w:rsid w:val="7FD8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height-percent:200;mso-width-relative:margin;mso-height-relative:margin" fillcolor="white">
      <v:fill color="white"/>
      <v:textbox style="mso-fit-shape-to-text:t"/>
    </o:shapedefaults>
    <o:shapelayout v:ext="edit">
      <o:idmap v:ext="edit" data="2"/>
    </o:shapelayout>
  </w:shapeDefaults>
  <w:decimalSymbol w:val=","/>
  <w:listSeparator w:val=","/>
  <w14:docId w14:val="075825CC"/>
  <w15:chartTrackingRefBased/>
  <w15:docId w15:val="{5997D970-BB8A-614F-A93C-22C0D9D4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A3287"/>
    <w:pPr>
      <w:spacing w:line="259" w:lineRule="auto"/>
    </w:pPr>
    <w:rPr>
      <w:rFonts w:ascii="Arial" w:hAnsi="Arial"/>
      <w:sz w:val="22"/>
      <w:szCs w:val="22"/>
      <w:lang w:val="en-GB"/>
    </w:rPr>
  </w:style>
  <w:style w:type="paragraph" w:styleId="Heading1">
    <w:name w:val="heading 1"/>
    <w:basedOn w:val="Normal"/>
    <w:next w:val="Normal"/>
    <w:link w:val="Heading1Char"/>
    <w:uiPriority w:val="9"/>
    <w:qFormat/>
    <w:rsid w:val="006B10FA"/>
    <w:pPr>
      <w:keepNext/>
      <w:keepLines/>
      <w:numPr>
        <w:numId w:val="39"/>
      </w:numPr>
      <w:spacing w:before="240" w:line="192" w:lineRule="auto"/>
      <w:outlineLvl w:val="0"/>
    </w:pPr>
    <w:rPr>
      <w:rFonts w:ascii="Arial Narrow Bold" w:hAnsi="Arial Narrow Bold" w:eastAsia="Times New Roman"/>
      <w:b/>
      <w:caps/>
      <w:sz w:val="36"/>
      <w:szCs w:val="32"/>
    </w:rPr>
  </w:style>
  <w:style w:type="paragraph" w:styleId="Heading2">
    <w:name w:val="heading 2"/>
    <w:basedOn w:val="Normal"/>
    <w:next w:val="Normal"/>
    <w:link w:val="Heading2Char"/>
    <w:uiPriority w:val="9"/>
    <w:unhideWhenUsed/>
    <w:qFormat/>
    <w:rsid w:val="0052440E"/>
    <w:pPr>
      <w:keepNext/>
      <w:keepLines/>
      <w:numPr>
        <w:ilvl w:val="1"/>
        <w:numId w:val="39"/>
      </w:numPr>
      <w:spacing w:before="40" w:line="216" w:lineRule="auto"/>
      <w:outlineLvl w:val="1"/>
    </w:pPr>
    <w:rPr>
      <w:rFonts w:ascii="Arial Narrow Bold" w:hAnsi="Arial Narrow Bold" w:eastAsia="Times New Roman"/>
      <w:b/>
      <w:caps/>
      <w:sz w:val="30"/>
      <w:szCs w:val="26"/>
    </w:rPr>
  </w:style>
  <w:style w:type="paragraph" w:styleId="Heading3">
    <w:name w:val="heading 3"/>
    <w:basedOn w:val="Normal"/>
    <w:next w:val="Normal"/>
    <w:link w:val="Heading3Char"/>
    <w:uiPriority w:val="9"/>
    <w:unhideWhenUsed/>
    <w:qFormat/>
    <w:rsid w:val="006B10FA"/>
    <w:pPr>
      <w:keepNext/>
      <w:keepLines/>
      <w:numPr>
        <w:ilvl w:val="2"/>
        <w:numId w:val="39"/>
      </w:numPr>
      <w:spacing w:before="40"/>
      <w:outlineLvl w:val="2"/>
    </w:pPr>
    <w:rPr>
      <w:rFonts w:eastAsia="Times New Roman"/>
      <w:b/>
      <w:sz w:val="26"/>
      <w:szCs w:val="24"/>
    </w:rPr>
  </w:style>
  <w:style w:type="paragraph" w:styleId="Heading4">
    <w:name w:val="heading 4"/>
    <w:basedOn w:val="Normal"/>
    <w:next w:val="Normal"/>
    <w:link w:val="Heading4Char"/>
    <w:uiPriority w:val="9"/>
    <w:unhideWhenUsed/>
    <w:qFormat/>
    <w:rsid w:val="00452A5A"/>
    <w:pPr>
      <w:keepNext/>
      <w:keepLines/>
      <w:numPr>
        <w:ilvl w:val="3"/>
        <w:numId w:val="39"/>
      </w:numPr>
      <w:spacing w:before="4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452A5A"/>
    <w:pPr>
      <w:keepNext/>
      <w:keepLines/>
      <w:numPr>
        <w:ilvl w:val="4"/>
        <w:numId w:val="39"/>
      </w:numPr>
      <w:spacing w:before="4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706D86"/>
    <w:pPr>
      <w:keepNext/>
      <w:keepLines/>
      <w:numPr>
        <w:ilvl w:val="5"/>
        <w:numId w:val="39"/>
      </w:numPr>
      <w:spacing w:before="40"/>
      <w:outlineLvl w:val="5"/>
    </w:pPr>
    <w:rPr>
      <w:rFonts w:asciiTheme="minorHAnsi" w:hAnsiTheme="minorHAnsi" w:eastAsiaTheme="majorEastAsia" w:cstheme="majorBidi"/>
      <w:b/>
    </w:rPr>
  </w:style>
  <w:style w:type="paragraph" w:styleId="Heading7">
    <w:name w:val="heading 7"/>
    <w:basedOn w:val="Normal"/>
    <w:next w:val="Normal"/>
    <w:link w:val="Heading7Char"/>
    <w:uiPriority w:val="9"/>
    <w:semiHidden/>
    <w:unhideWhenUsed/>
    <w:qFormat/>
    <w:rsid w:val="00452A5A"/>
    <w:pPr>
      <w:keepNext/>
      <w:keepLines/>
      <w:numPr>
        <w:ilvl w:val="6"/>
        <w:numId w:val="39"/>
      </w:numPr>
      <w:spacing w:before="40"/>
      <w:outlineLvl w:val="6"/>
    </w:pPr>
    <w:rPr>
      <w:rFonts w:eastAsiaTheme="majorEastAsia" w:cstheme="majorBidi"/>
      <w:iCs/>
      <w:color w:val="DE411B"/>
    </w:rPr>
  </w:style>
  <w:style w:type="paragraph" w:styleId="Heading8">
    <w:name w:val="heading 8"/>
    <w:basedOn w:val="Normal"/>
    <w:next w:val="Normal"/>
    <w:link w:val="Heading8Char"/>
    <w:uiPriority w:val="9"/>
    <w:semiHidden/>
    <w:unhideWhenUsed/>
    <w:qFormat/>
    <w:rsid w:val="00452A5A"/>
    <w:pPr>
      <w:keepNext/>
      <w:keepLines/>
      <w:numPr>
        <w:ilvl w:val="7"/>
        <w:numId w:val="39"/>
      </w:numPr>
      <w:spacing w:before="40"/>
      <w:outlineLvl w:val="7"/>
    </w:pPr>
    <w:rPr>
      <w:rFonts w:eastAsiaTheme="majorEastAsia" w:cstheme="majorBidi"/>
      <w:sz w:val="21"/>
      <w:szCs w:val="21"/>
    </w:rPr>
  </w:style>
  <w:style w:type="paragraph" w:styleId="Heading9">
    <w:name w:val="heading 9"/>
    <w:basedOn w:val="Normal"/>
    <w:next w:val="Normal"/>
    <w:link w:val="Heading9Char"/>
    <w:uiPriority w:val="9"/>
    <w:semiHidden/>
    <w:unhideWhenUsed/>
    <w:qFormat/>
    <w:rsid w:val="00452A5A"/>
    <w:pPr>
      <w:keepNext/>
      <w:keepLines/>
      <w:numPr>
        <w:ilvl w:val="8"/>
        <w:numId w:val="39"/>
      </w:numPr>
      <w:spacing w:before="40"/>
      <w:outlineLvl w:val="8"/>
    </w:pPr>
    <w:rPr>
      <w:rFonts w:eastAsiaTheme="majorEastAsia" w:cstheme="majorBidi"/>
      <w:i/>
      <w:iCs/>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950E7"/>
    <w:pPr>
      <w:tabs>
        <w:tab w:val="center" w:pos="4513"/>
        <w:tab w:val="right" w:pos="9026"/>
      </w:tabs>
      <w:spacing w:line="240" w:lineRule="auto"/>
    </w:pPr>
  </w:style>
  <w:style w:type="character" w:styleId="HeaderChar" w:customStyle="1">
    <w:name w:val="Header Char"/>
    <w:link w:val="Header"/>
    <w:uiPriority w:val="99"/>
    <w:rsid w:val="00F950E7"/>
    <w:rPr>
      <w:color w:val="4A4E52"/>
    </w:rPr>
  </w:style>
  <w:style w:type="paragraph" w:styleId="Footer">
    <w:name w:val="footer"/>
    <w:basedOn w:val="Normal"/>
    <w:link w:val="FooterChar"/>
    <w:uiPriority w:val="99"/>
    <w:unhideWhenUsed/>
    <w:rsid w:val="00301E3D"/>
    <w:pPr>
      <w:tabs>
        <w:tab w:val="center" w:pos="4513"/>
        <w:tab w:val="right" w:pos="9026"/>
      </w:tabs>
      <w:spacing w:line="240" w:lineRule="auto"/>
    </w:pPr>
  </w:style>
  <w:style w:type="character" w:styleId="FooterChar" w:customStyle="1">
    <w:name w:val="Footer Char"/>
    <w:link w:val="Footer"/>
    <w:uiPriority w:val="99"/>
    <w:rsid w:val="00301E3D"/>
    <w:rPr>
      <w:rFonts w:ascii="Arial" w:hAnsi="Arial"/>
      <w:sz w:val="22"/>
      <w:szCs w:val="22"/>
      <w:lang w:val="en-GB"/>
    </w:rPr>
  </w:style>
  <w:style w:type="table" w:styleId="TableGrid">
    <w:name w:val="Table Grid"/>
    <w:basedOn w:val="TableNormal"/>
    <w:uiPriority w:val="39"/>
    <w:rsid w:val="00F950E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IntenseReference">
    <w:name w:val="Intense Reference"/>
    <w:uiPriority w:val="32"/>
    <w:qFormat/>
    <w:rsid w:val="00552351"/>
    <w:rPr>
      <w:rFonts w:ascii="Arial Narrow" w:hAnsi="Arial Narrow"/>
      <w:b/>
      <w:bCs/>
      <w:smallCaps/>
      <w:color w:val="DC5C2B"/>
      <w:spacing w:val="5"/>
    </w:rPr>
  </w:style>
  <w:style w:type="character" w:styleId="IntenseEmphasis">
    <w:name w:val="Intense Emphasis"/>
    <w:uiPriority w:val="21"/>
    <w:qFormat/>
    <w:rsid w:val="00552351"/>
    <w:rPr>
      <w:rFonts w:ascii="Arial Narrow" w:hAnsi="Arial Narrow"/>
      <w:b/>
      <w:i w:val="0"/>
      <w:iCs/>
      <w:color w:val="DC5C2B"/>
      <w:sz w:val="28"/>
    </w:rPr>
  </w:style>
  <w:style w:type="paragraph" w:styleId="PageNumbers" w:customStyle="1">
    <w:name w:val="Page Numbers"/>
    <w:basedOn w:val="Footer"/>
    <w:link w:val="PageNumbersChar"/>
    <w:qFormat/>
    <w:rsid w:val="003A3287"/>
    <w:rPr>
      <w:b/>
      <w:color w:val="FFFFFF"/>
      <w:sz w:val="24"/>
    </w:rPr>
  </w:style>
  <w:style w:type="character" w:styleId="SubtleReference">
    <w:name w:val="Subtle Reference"/>
    <w:uiPriority w:val="31"/>
    <w:qFormat/>
    <w:rsid w:val="00552351"/>
    <w:rPr>
      <w:rFonts w:ascii="Arial Narrow" w:hAnsi="Arial Narrow"/>
      <w:smallCaps/>
      <w:color w:val="4A4E52"/>
      <w:sz w:val="20"/>
    </w:rPr>
  </w:style>
  <w:style w:type="character" w:styleId="PageNumbersChar" w:customStyle="1">
    <w:name w:val="Page Numbers Char"/>
    <w:link w:val="PageNumbers"/>
    <w:rsid w:val="003A3287"/>
    <w:rPr>
      <w:rFonts w:ascii="Arial" w:hAnsi="Arial"/>
      <w:b/>
      <w:color w:val="FFFFFF"/>
      <w:sz w:val="24"/>
      <w:szCs w:val="22"/>
      <w:lang w:val="en-GB"/>
    </w:rPr>
  </w:style>
  <w:style w:type="character" w:styleId="SubtleEmphasis">
    <w:name w:val="Subtle Emphasis"/>
    <w:uiPriority w:val="19"/>
    <w:qFormat/>
    <w:rsid w:val="00452A5A"/>
    <w:rPr>
      <w:rFonts w:ascii="Arial Narrow" w:hAnsi="Arial Narrow"/>
      <w:i w:val="0"/>
      <w:iCs/>
      <w:color w:val="auto"/>
      <w:sz w:val="20"/>
    </w:rPr>
  </w:style>
  <w:style w:type="character" w:styleId="Strong">
    <w:name w:val="Strong"/>
    <w:uiPriority w:val="22"/>
    <w:qFormat/>
    <w:rsid w:val="00452A5A"/>
    <w:rPr>
      <w:b/>
      <w:bCs/>
      <w:color w:val="000000" w:themeColor="text1"/>
      <w:sz w:val="20"/>
    </w:rPr>
  </w:style>
  <w:style w:type="paragraph" w:styleId="Title">
    <w:name w:val="Title"/>
    <w:basedOn w:val="Normal"/>
    <w:next w:val="Normal"/>
    <w:link w:val="TitleChar"/>
    <w:qFormat/>
    <w:rsid w:val="006432E2"/>
    <w:pPr>
      <w:spacing w:line="192" w:lineRule="auto"/>
      <w:contextualSpacing/>
      <w:jc w:val="right"/>
    </w:pPr>
    <w:rPr>
      <w:rFonts w:ascii="Arial Narrow" w:hAnsi="Arial Narrow" w:eastAsia="Times New Roman"/>
      <w:b/>
      <w:caps/>
      <w:spacing w:val="-10"/>
      <w:kern w:val="28"/>
      <w:sz w:val="48"/>
      <w:szCs w:val="56"/>
    </w:rPr>
  </w:style>
  <w:style w:type="character" w:styleId="TitleChar" w:customStyle="1">
    <w:name w:val="Title Char"/>
    <w:link w:val="Title"/>
    <w:rsid w:val="006432E2"/>
    <w:rPr>
      <w:rFonts w:ascii="Arial Narrow" w:hAnsi="Arial Narrow" w:eastAsia="Times New Roman"/>
      <w:b/>
      <w:caps/>
      <w:spacing w:val="-10"/>
      <w:kern w:val="28"/>
      <w:sz w:val="48"/>
      <w:szCs w:val="56"/>
      <w:lang w:val="en-GB"/>
    </w:rPr>
  </w:style>
  <w:style w:type="paragraph" w:styleId="Subtitle">
    <w:name w:val="Subtitle"/>
    <w:basedOn w:val="Normal"/>
    <w:next w:val="Normal"/>
    <w:link w:val="SubtitleChar"/>
    <w:uiPriority w:val="11"/>
    <w:qFormat/>
    <w:rsid w:val="006432E2"/>
    <w:pPr>
      <w:numPr>
        <w:ilvl w:val="1"/>
      </w:numPr>
      <w:spacing w:line="216" w:lineRule="auto"/>
      <w:jc w:val="right"/>
    </w:pPr>
    <w:rPr>
      <w:rFonts w:ascii="Arial Narrow Bold" w:hAnsi="Arial Narrow Bold" w:eastAsia="Times New Roman"/>
      <w:b/>
      <w:caps/>
      <w:spacing w:val="15"/>
      <w:sz w:val="32"/>
    </w:rPr>
  </w:style>
  <w:style w:type="character" w:styleId="SubtitleChar" w:customStyle="1">
    <w:name w:val="Subtitle Char"/>
    <w:link w:val="Subtitle"/>
    <w:uiPriority w:val="11"/>
    <w:rsid w:val="006432E2"/>
    <w:rPr>
      <w:rFonts w:ascii="Arial Narrow Bold" w:hAnsi="Arial Narrow Bold" w:eastAsia="Times New Roman"/>
      <w:b/>
      <w:caps/>
      <w:spacing w:val="15"/>
      <w:sz w:val="32"/>
      <w:szCs w:val="22"/>
      <w:lang w:val="en-GB"/>
    </w:rPr>
  </w:style>
  <w:style w:type="paragraph" w:styleId="Brief" w:customStyle="1">
    <w:name w:val="Brief"/>
    <w:basedOn w:val="Normal"/>
    <w:link w:val="BriefChar"/>
    <w:qFormat/>
    <w:rsid w:val="00F545CD"/>
    <w:pPr>
      <w:jc w:val="right"/>
    </w:pPr>
    <w:rPr>
      <w:sz w:val="28"/>
    </w:rPr>
  </w:style>
  <w:style w:type="character" w:styleId="Heading1Char" w:customStyle="1">
    <w:name w:val="Heading 1 Char"/>
    <w:link w:val="Heading1"/>
    <w:uiPriority w:val="9"/>
    <w:rsid w:val="006B10FA"/>
    <w:rPr>
      <w:rFonts w:ascii="Arial Narrow Bold" w:hAnsi="Arial Narrow Bold" w:eastAsia="Times New Roman"/>
      <w:b/>
      <w:caps/>
      <w:sz w:val="36"/>
      <w:szCs w:val="32"/>
      <w:lang w:val="en-GB"/>
    </w:rPr>
  </w:style>
  <w:style w:type="character" w:styleId="BriefChar" w:customStyle="1">
    <w:name w:val="Brief Char"/>
    <w:link w:val="Brief"/>
    <w:rsid w:val="00F545CD"/>
    <w:rPr>
      <w:color w:val="4A4E52"/>
      <w:sz w:val="28"/>
    </w:rPr>
  </w:style>
  <w:style w:type="character" w:styleId="Heading2Char" w:customStyle="1">
    <w:name w:val="Heading 2 Char"/>
    <w:link w:val="Heading2"/>
    <w:uiPriority w:val="9"/>
    <w:rsid w:val="0052440E"/>
    <w:rPr>
      <w:rFonts w:ascii="Arial Narrow Bold" w:hAnsi="Arial Narrow Bold" w:eastAsia="Times New Roman"/>
      <w:b/>
      <w:caps/>
      <w:sz w:val="30"/>
      <w:szCs w:val="26"/>
      <w:lang w:val="en-GB"/>
    </w:rPr>
  </w:style>
  <w:style w:type="character" w:styleId="Heading3Char" w:customStyle="1">
    <w:name w:val="Heading 3 Char"/>
    <w:link w:val="Heading3"/>
    <w:uiPriority w:val="9"/>
    <w:rsid w:val="006B10FA"/>
    <w:rPr>
      <w:rFonts w:ascii="Arial" w:hAnsi="Arial" w:eastAsia="Times New Roman"/>
      <w:b/>
      <w:sz w:val="26"/>
      <w:szCs w:val="24"/>
      <w:lang w:val="en-GB"/>
    </w:rPr>
  </w:style>
  <w:style w:type="paragraph" w:styleId="ListBullet">
    <w:name w:val="List Bullet"/>
    <w:basedOn w:val="Normal"/>
    <w:uiPriority w:val="99"/>
    <w:unhideWhenUsed/>
    <w:qFormat/>
    <w:rsid w:val="003A3287"/>
    <w:pPr>
      <w:numPr>
        <w:numId w:val="1"/>
      </w:numPr>
      <w:ind w:left="432" w:hanging="288"/>
      <w:contextualSpacing/>
    </w:pPr>
  </w:style>
  <w:style w:type="paragraph" w:styleId="ListBullet2">
    <w:name w:val="List Bullet 2"/>
    <w:basedOn w:val="Normal"/>
    <w:uiPriority w:val="99"/>
    <w:unhideWhenUsed/>
    <w:qFormat/>
    <w:rsid w:val="006B3E80"/>
    <w:pPr>
      <w:numPr>
        <w:numId w:val="2"/>
      </w:numPr>
      <w:contextualSpacing/>
    </w:pPr>
  </w:style>
  <w:style w:type="table" w:styleId="GridTable5Dark-Accent31" w:customStyle="1">
    <w:name w:val="Grid Table 5 Dark - Accent 31"/>
    <w:basedOn w:val="TableNormal"/>
    <w:uiPriority w:val="50"/>
    <w:rsid w:val="00D16076"/>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1F1F2"/>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BDBEC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BDBEC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BDBEC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BDBEC0"/>
      </w:tcPr>
    </w:tblStylePr>
    <w:tblStylePr w:type="band1Vert">
      <w:tblPr/>
      <w:tcPr>
        <w:shd w:val="clear" w:color="auto" w:fill="E4E4E5"/>
      </w:tcPr>
    </w:tblStylePr>
    <w:tblStylePr w:type="band1Horz">
      <w:tblPr/>
      <w:tcPr>
        <w:shd w:val="clear" w:color="auto" w:fill="E4E4E5"/>
      </w:tcPr>
    </w:tblStylePr>
  </w:style>
  <w:style w:type="table" w:styleId="Endava" w:customStyle="1">
    <w:name w:val="Endava"/>
    <w:basedOn w:val="TableNormal"/>
    <w:uiPriority w:val="99"/>
    <w:rsid w:val="001C3A6B"/>
    <w:tblPr/>
  </w:style>
  <w:style w:type="table" w:styleId="ListTable1Light1" w:customStyle="1">
    <w:name w:val="List Table 1 Light1"/>
    <w:basedOn w:val="TableNormal"/>
    <w:uiPriority w:val="46"/>
    <w:rsid w:val="009A609E"/>
    <w:tblPr>
      <w:tblStyleRowBandSize w:val="1"/>
      <w:tblStyleColBandSize w:val="1"/>
    </w:tblPr>
    <w:tblStylePr w:type="firstRow">
      <w:rPr>
        <w:b/>
        <w:bCs/>
      </w:rPr>
      <w:tblPr/>
      <w:tcPr>
        <w:tcBorders>
          <w:bottom w:val="single" w:color="8F949A" w:sz="4" w:space="0"/>
        </w:tcBorders>
      </w:tcPr>
    </w:tblStylePr>
    <w:tblStylePr w:type="lastRow">
      <w:rPr>
        <w:b/>
        <w:bCs/>
      </w:rPr>
      <w:tblPr/>
      <w:tcPr>
        <w:tcBorders>
          <w:top w:val="single" w:color="8F949A" w:sz="4" w:space="0"/>
        </w:tcBorders>
      </w:tcPr>
    </w:tblStylePr>
    <w:tblStylePr w:type="firstCol">
      <w:rPr>
        <w:b/>
        <w:bCs/>
      </w:rPr>
    </w:tblStylePr>
    <w:tblStylePr w:type="lastCol">
      <w:rPr>
        <w:b/>
        <w:bCs/>
      </w:rPr>
    </w:tblStylePr>
    <w:tblStylePr w:type="band1Vert">
      <w:tblPr/>
      <w:tcPr>
        <w:shd w:val="clear" w:color="auto" w:fill="D9DBDD"/>
      </w:tcPr>
    </w:tblStylePr>
    <w:tblStylePr w:type="band1Horz">
      <w:tblPr/>
      <w:tcPr>
        <w:shd w:val="clear" w:color="auto" w:fill="D9DBDD"/>
      </w:tcPr>
    </w:tblStylePr>
  </w:style>
  <w:style w:type="paragraph" w:styleId="Tableheader" w:customStyle="1">
    <w:name w:val="Table header"/>
    <w:basedOn w:val="Normal"/>
    <w:link w:val="TableheaderChar"/>
    <w:qFormat/>
    <w:rsid w:val="00AF0C0F"/>
    <w:pPr>
      <w:spacing w:line="240" w:lineRule="auto"/>
    </w:pPr>
    <w:rPr>
      <w:b/>
      <w:bCs/>
      <w:color w:val="FFFFFF"/>
    </w:rPr>
  </w:style>
  <w:style w:type="paragraph" w:styleId="Tablename" w:customStyle="1">
    <w:name w:val="Table name"/>
    <w:basedOn w:val="Normal"/>
    <w:link w:val="TablenameChar"/>
    <w:qFormat/>
    <w:rsid w:val="00AF0C0F"/>
    <w:rPr>
      <w:sz w:val="30"/>
      <w:szCs w:val="30"/>
    </w:rPr>
  </w:style>
  <w:style w:type="character" w:styleId="TableheaderChar" w:customStyle="1">
    <w:name w:val="Table header Char"/>
    <w:link w:val="Tableheader"/>
    <w:rsid w:val="00AF0C0F"/>
    <w:rPr>
      <w:rFonts w:ascii="Calibri" w:hAnsi="Calibri"/>
      <w:b/>
      <w:bCs/>
      <w:color w:val="FFFFFF"/>
      <w:sz w:val="24"/>
    </w:rPr>
  </w:style>
  <w:style w:type="paragraph" w:styleId="IntenseQuote">
    <w:name w:val="Intense Quote"/>
    <w:basedOn w:val="Normal"/>
    <w:next w:val="Normal"/>
    <w:link w:val="IntenseQuoteChar"/>
    <w:uiPriority w:val="30"/>
    <w:qFormat/>
    <w:rsid w:val="00604F3A"/>
    <w:pPr>
      <w:pBdr>
        <w:top w:val="single" w:color="DE5C2B" w:sz="4" w:space="10"/>
        <w:bottom w:val="single" w:color="DE5C2B" w:sz="4" w:space="10"/>
      </w:pBdr>
      <w:spacing w:before="360" w:after="360"/>
      <w:ind w:left="864" w:right="864"/>
      <w:jc w:val="center"/>
    </w:pPr>
    <w:rPr>
      <w:b/>
      <w:iCs/>
      <w:sz w:val="44"/>
    </w:rPr>
  </w:style>
  <w:style w:type="character" w:styleId="TablenameChar" w:customStyle="1">
    <w:name w:val="Table name Char"/>
    <w:link w:val="Tablename"/>
    <w:rsid w:val="00AF0C0F"/>
    <w:rPr>
      <w:color w:val="4A4E52"/>
      <w:sz w:val="30"/>
      <w:szCs w:val="30"/>
    </w:rPr>
  </w:style>
  <w:style w:type="character" w:styleId="IntenseQuoteChar" w:customStyle="1">
    <w:name w:val="Intense Quote Char"/>
    <w:link w:val="IntenseQuote"/>
    <w:uiPriority w:val="30"/>
    <w:rsid w:val="00604F3A"/>
    <w:rPr>
      <w:b/>
      <w:iCs/>
      <w:color w:val="4A4E52"/>
      <w:sz w:val="44"/>
    </w:rPr>
  </w:style>
  <w:style w:type="paragraph" w:styleId="Quote">
    <w:name w:val="Quote"/>
    <w:basedOn w:val="Normal"/>
    <w:next w:val="Normal"/>
    <w:link w:val="QuoteChar"/>
    <w:uiPriority w:val="29"/>
    <w:qFormat/>
    <w:rsid w:val="00552351"/>
    <w:pPr>
      <w:spacing w:before="200"/>
      <w:ind w:left="864" w:right="864"/>
      <w:jc w:val="center"/>
    </w:pPr>
    <w:rPr>
      <w:b/>
      <w:iCs/>
      <w:sz w:val="32"/>
    </w:rPr>
  </w:style>
  <w:style w:type="character" w:styleId="QuoteChar" w:customStyle="1">
    <w:name w:val="Quote Char"/>
    <w:link w:val="Quote"/>
    <w:uiPriority w:val="29"/>
    <w:rsid w:val="00552351"/>
    <w:rPr>
      <w:rFonts w:ascii="Arial Narrow" w:hAnsi="Arial Narrow"/>
      <w:b/>
      <w:iCs/>
      <w:sz w:val="32"/>
      <w:szCs w:val="22"/>
      <w:lang w:val="en-GB"/>
    </w:rPr>
  </w:style>
  <w:style w:type="character" w:styleId="PlaceholderText">
    <w:name w:val="Placeholder Text"/>
    <w:uiPriority w:val="99"/>
    <w:semiHidden/>
    <w:rsid w:val="004E6E50"/>
    <w:rPr>
      <w:color w:val="808080"/>
    </w:rPr>
  </w:style>
  <w:style w:type="paragraph" w:styleId="Summarytext" w:customStyle="1">
    <w:name w:val="Summary text"/>
    <w:basedOn w:val="Normal"/>
    <w:next w:val="Normal"/>
    <w:link w:val="SummarytextChar"/>
    <w:qFormat/>
    <w:rsid w:val="00452A5A"/>
    <w:pPr>
      <w:spacing w:line="240" w:lineRule="auto"/>
      <w:jc w:val="both"/>
    </w:pPr>
    <w:rPr>
      <w:rFonts w:eastAsia="Times New Roman"/>
      <w:noProof/>
      <w:color w:val="DE411B"/>
      <w:sz w:val="28"/>
      <w:szCs w:val="28"/>
      <w:lang w:val="en-US"/>
    </w:rPr>
  </w:style>
  <w:style w:type="character" w:styleId="SummarytextChar" w:customStyle="1">
    <w:name w:val="Summary text Char"/>
    <w:link w:val="Summarytext"/>
    <w:rsid w:val="00452A5A"/>
    <w:rPr>
      <w:rFonts w:ascii="Arial Narrow" w:hAnsi="Arial Narrow" w:eastAsia="Times New Roman"/>
      <w:noProof/>
      <w:color w:val="DE411B"/>
      <w:sz w:val="28"/>
      <w:szCs w:val="28"/>
    </w:rPr>
  </w:style>
  <w:style w:type="paragraph" w:styleId="ListParagraph">
    <w:name w:val="List Paragraph"/>
    <w:basedOn w:val="Normal"/>
    <w:uiPriority w:val="34"/>
    <w:qFormat/>
    <w:rsid w:val="009837C7"/>
    <w:pPr>
      <w:ind w:left="720"/>
      <w:contextualSpacing/>
    </w:pPr>
  </w:style>
  <w:style w:type="paragraph" w:styleId="ChapterSubtitle" w:customStyle="1">
    <w:name w:val="Chapter Subtitle"/>
    <w:basedOn w:val="Subtitle"/>
    <w:link w:val="ChapterSubtitleChar"/>
    <w:qFormat/>
    <w:rsid w:val="00FD7825"/>
    <w:pPr>
      <w:spacing w:line="240" w:lineRule="auto"/>
      <w:jc w:val="both"/>
    </w:pPr>
    <w:rPr>
      <w:iCs/>
      <w:noProof/>
      <w:color w:val="DE411B"/>
      <w:sz w:val="22"/>
      <w:szCs w:val="24"/>
      <w:lang w:val="en-US"/>
    </w:rPr>
  </w:style>
  <w:style w:type="character" w:styleId="ChapterSubtitleChar" w:customStyle="1">
    <w:name w:val="Chapter Subtitle Char"/>
    <w:link w:val="ChapterSubtitle"/>
    <w:rsid w:val="00FD7825"/>
    <w:rPr>
      <w:rFonts w:ascii="Arial Narrow Bold" w:hAnsi="Arial Narrow Bold" w:eastAsia="Times New Roman"/>
      <w:b/>
      <w:iCs/>
      <w:caps/>
      <w:noProof/>
      <w:color w:val="DE411B"/>
      <w:spacing w:val="15"/>
      <w:sz w:val="22"/>
      <w:szCs w:val="24"/>
    </w:rPr>
  </w:style>
  <w:style w:type="table" w:styleId="TableGrid1" w:customStyle="1">
    <w:name w:val="Table Grid1"/>
    <w:basedOn w:val="TableNormal"/>
    <w:next w:val="TableGrid"/>
    <w:uiPriority w:val="39"/>
    <w:rsid w:val="00FC5D4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Accent310" w:customStyle="1">
    <w:name w:val="Grid Table 5 Dark - Accent 310"/>
    <w:basedOn w:val="TableNormal"/>
    <w:uiPriority w:val="50"/>
    <w:rsid w:val="00E4409F"/>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1F1F2"/>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BDBEC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BDBEC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BDBEC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BDBEC0"/>
      </w:tcPr>
    </w:tblStylePr>
    <w:tblStylePr w:type="band1Vert">
      <w:tblPr/>
      <w:tcPr>
        <w:shd w:val="clear" w:color="auto" w:fill="E4E4E5"/>
      </w:tcPr>
    </w:tblStylePr>
    <w:tblStylePr w:type="band1Horz">
      <w:tblPr/>
      <w:tcPr>
        <w:shd w:val="clear" w:color="auto" w:fill="E4E4E5"/>
      </w:tcPr>
    </w:tblStylePr>
  </w:style>
  <w:style w:type="table" w:styleId="ListTable1Light10" w:customStyle="1">
    <w:name w:val="List Table 1 Light10"/>
    <w:basedOn w:val="TableNormal"/>
    <w:uiPriority w:val="46"/>
    <w:rsid w:val="00E4409F"/>
    <w:tblPr>
      <w:tblStyleRowBandSize w:val="1"/>
      <w:tblStyleColBandSize w:val="1"/>
    </w:tblPr>
    <w:tblStylePr w:type="firstRow">
      <w:rPr>
        <w:b/>
        <w:bCs/>
      </w:rPr>
      <w:tblPr/>
      <w:tcPr>
        <w:tcBorders>
          <w:bottom w:val="single" w:color="8F949A" w:sz="4" w:space="0"/>
        </w:tcBorders>
      </w:tcPr>
    </w:tblStylePr>
    <w:tblStylePr w:type="lastRow">
      <w:rPr>
        <w:b/>
        <w:bCs/>
      </w:rPr>
      <w:tblPr/>
      <w:tcPr>
        <w:tcBorders>
          <w:top w:val="single" w:color="8F949A" w:sz="4" w:space="0"/>
        </w:tcBorders>
      </w:tcPr>
    </w:tblStylePr>
    <w:tblStylePr w:type="firstCol">
      <w:rPr>
        <w:b/>
        <w:bCs/>
      </w:rPr>
    </w:tblStylePr>
    <w:tblStylePr w:type="lastCol">
      <w:rPr>
        <w:b/>
        <w:bCs/>
      </w:rPr>
    </w:tblStylePr>
    <w:tblStylePr w:type="band1Vert">
      <w:tblPr/>
      <w:tcPr>
        <w:shd w:val="clear" w:color="auto" w:fill="D9DBDD"/>
      </w:tcPr>
    </w:tblStylePr>
    <w:tblStylePr w:type="band1Horz">
      <w:tblPr/>
      <w:tcPr>
        <w:shd w:val="clear" w:color="auto" w:fill="D9DBDD"/>
      </w:tcPr>
    </w:tblStylePr>
  </w:style>
  <w:style w:type="paragraph" w:styleId="BalloonText">
    <w:name w:val="Balloon Text"/>
    <w:basedOn w:val="Normal"/>
    <w:link w:val="BalloonTextChar"/>
    <w:uiPriority w:val="99"/>
    <w:semiHidden/>
    <w:unhideWhenUsed/>
    <w:rsid w:val="00552351"/>
    <w:pPr>
      <w:spacing w:line="240" w:lineRule="auto"/>
    </w:pPr>
    <w:rPr>
      <w:rFonts w:cs="Tahoma"/>
      <w:sz w:val="16"/>
      <w:szCs w:val="16"/>
    </w:rPr>
  </w:style>
  <w:style w:type="character" w:styleId="BalloonTextChar" w:customStyle="1">
    <w:name w:val="Balloon Text Char"/>
    <w:link w:val="BalloonText"/>
    <w:uiPriority w:val="99"/>
    <w:semiHidden/>
    <w:rsid w:val="00552351"/>
    <w:rPr>
      <w:rFonts w:ascii="Arial Narrow" w:hAnsi="Arial Narrow" w:cs="Tahoma"/>
      <w:sz w:val="16"/>
      <w:szCs w:val="16"/>
      <w:lang w:val="en-GB"/>
    </w:rPr>
  </w:style>
  <w:style w:type="character" w:styleId="CommentReference">
    <w:name w:val="annotation reference"/>
    <w:uiPriority w:val="99"/>
    <w:semiHidden/>
    <w:unhideWhenUsed/>
    <w:rsid w:val="00CC7DE8"/>
    <w:rPr>
      <w:sz w:val="16"/>
      <w:szCs w:val="16"/>
    </w:rPr>
  </w:style>
  <w:style w:type="paragraph" w:styleId="CommentText">
    <w:name w:val="annotation text"/>
    <w:basedOn w:val="Normal"/>
    <w:link w:val="CommentTextChar"/>
    <w:uiPriority w:val="99"/>
    <w:semiHidden/>
    <w:unhideWhenUsed/>
    <w:rsid w:val="00CC7DE8"/>
    <w:rPr>
      <w:sz w:val="20"/>
      <w:szCs w:val="20"/>
    </w:rPr>
  </w:style>
  <w:style w:type="character" w:styleId="CommentTextChar" w:customStyle="1">
    <w:name w:val="Comment Text Char"/>
    <w:link w:val="CommentText"/>
    <w:uiPriority w:val="99"/>
    <w:semiHidden/>
    <w:rsid w:val="00CC7DE8"/>
    <w:rPr>
      <w:color w:val="4A4E52"/>
      <w:lang w:eastAsia="en-US"/>
    </w:rPr>
  </w:style>
  <w:style w:type="paragraph" w:styleId="CommentSubject">
    <w:name w:val="annotation subject"/>
    <w:basedOn w:val="CommentText"/>
    <w:next w:val="CommentText"/>
    <w:link w:val="CommentSubjectChar"/>
    <w:uiPriority w:val="99"/>
    <w:semiHidden/>
    <w:unhideWhenUsed/>
    <w:rsid w:val="00CC7DE8"/>
    <w:rPr>
      <w:b/>
      <w:bCs/>
    </w:rPr>
  </w:style>
  <w:style w:type="character" w:styleId="CommentSubjectChar" w:customStyle="1">
    <w:name w:val="Comment Subject Char"/>
    <w:link w:val="CommentSubject"/>
    <w:uiPriority w:val="99"/>
    <w:semiHidden/>
    <w:rsid w:val="00CC7DE8"/>
    <w:rPr>
      <w:b/>
      <w:bCs/>
      <w:color w:val="4A4E52"/>
      <w:lang w:eastAsia="en-US"/>
    </w:rPr>
  </w:style>
  <w:style w:type="paragraph" w:styleId="Revision">
    <w:name w:val="Revision"/>
    <w:hidden/>
    <w:uiPriority w:val="99"/>
    <w:semiHidden/>
    <w:rsid w:val="00CC7DE8"/>
    <w:rPr>
      <w:color w:val="4A4E52"/>
      <w:sz w:val="22"/>
      <w:szCs w:val="22"/>
      <w:lang w:val="en-GB"/>
    </w:rPr>
  </w:style>
  <w:style w:type="character" w:styleId="Heading4Char" w:customStyle="1">
    <w:name w:val="Heading 4 Char"/>
    <w:basedOn w:val="DefaultParagraphFont"/>
    <w:link w:val="Heading4"/>
    <w:uiPriority w:val="9"/>
    <w:rsid w:val="00452A5A"/>
    <w:rPr>
      <w:rFonts w:ascii="Arial Narrow" w:hAnsi="Arial Narrow" w:eastAsiaTheme="majorEastAsia" w:cstheme="majorBidi"/>
      <w:b/>
      <w:iCs/>
      <w:sz w:val="22"/>
      <w:szCs w:val="22"/>
      <w:lang w:val="en-GB"/>
    </w:rPr>
  </w:style>
  <w:style w:type="character" w:styleId="Heading5Char" w:customStyle="1">
    <w:name w:val="Heading 5 Char"/>
    <w:basedOn w:val="DefaultParagraphFont"/>
    <w:link w:val="Heading5"/>
    <w:uiPriority w:val="9"/>
    <w:semiHidden/>
    <w:rsid w:val="00452A5A"/>
    <w:rPr>
      <w:rFonts w:ascii="Arial Narrow" w:hAnsi="Arial Narrow" w:eastAsiaTheme="majorEastAsia" w:cstheme="majorBidi"/>
      <w:b/>
      <w:sz w:val="22"/>
      <w:szCs w:val="22"/>
      <w:lang w:val="en-GB"/>
    </w:rPr>
  </w:style>
  <w:style w:type="character" w:styleId="Heading6Char" w:customStyle="1">
    <w:name w:val="Heading 6 Char"/>
    <w:basedOn w:val="DefaultParagraphFont"/>
    <w:link w:val="Heading6"/>
    <w:uiPriority w:val="9"/>
    <w:semiHidden/>
    <w:rsid w:val="00706D86"/>
    <w:rPr>
      <w:rFonts w:asciiTheme="minorHAnsi" w:hAnsiTheme="minorHAnsi" w:eastAsiaTheme="majorEastAsia" w:cstheme="majorBidi"/>
      <w:b/>
      <w:color w:val="4A4E52"/>
      <w:sz w:val="22"/>
      <w:szCs w:val="22"/>
      <w:lang w:val="en-GB"/>
    </w:rPr>
  </w:style>
  <w:style w:type="character" w:styleId="Heading7Char" w:customStyle="1">
    <w:name w:val="Heading 7 Char"/>
    <w:basedOn w:val="DefaultParagraphFont"/>
    <w:link w:val="Heading7"/>
    <w:uiPriority w:val="9"/>
    <w:semiHidden/>
    <w:rsid w:val="00452A5A"/>
    <w:rPr>
      <w:rFonts w:ascii="Arial Narrow" w:hAnsi="Arial Narrow" w:eastAsiaTheme="majorEastAsia" w:cstheme="majorBidi"/>
      <w:iCs/>
      <w:color w:val="DE411B"/>
      <w:sz w:val="22"/>
      <w:szCs w:val="22"/>
      <w:lang w:val="en-GB"/>
    </w:rPr>
  </w:style>
  <w:style w:type="character" w:styleId="Heading8Char" w:customStyle="1">
    <w:name w:val="Heading 8 Char"/>
    <w:basedOn w:val="DefaultParagraphFont"/>
    <w:link w:val="Heading8"/>
    <w:uiPriority w:val="9"/>
    <w:semiHidden/>
    <w:rsid w:val="00452A5A"/>
    <w:rPr>
      <w:rFonts w:ascii="Arial Narrow" w:hAnsi="Arial Narrow" w:eastAsiaTheme="majorEastAsia" w:cstheme="majorBidi"/>
      <w:sz w:val="21"/>
      <w:szCs w:val="21"/>
      <w:lang w:val="en-GB"/>
    </w:rPr>
  </w:style>
  <w:style w:type="character" w:styleId="Heading9Char" w:customStyle="1">
    <w:name w:val="Heading 9 Char"/>
    <w:basedOn w:val="DefaultParagraphFont"/>
    <w:link w:val="Heading9"/>
    <w:uiPriority w:val="9"/>
    <w:semiHidden/>
    <w:rsid w:val="00452A5A"/>
    <w:rPr>
      <w:rFonts w:ascii="Arial Narrow" w:hAnsi="Arial Narrow" w:eastAsiaTheme="majorEastAsia" w:cstheme="majorBidi"/>
      <w:i/>
      <w:iCs/>
      <w:sz w:val="21"/>
      <w:szCs w:val="21"/>
      <w:lang w:val="en-GB"/>
    </w:rPr>
  </w:style>
  <w:style w:type="paragraph" w:styleId="Caption">
    <w:name w:val="caption"/>
    <w:basedOn w:val="Normal"/>
    <w:next w:val="Normal"/>
    <w:uiPriority w:val="35"/>
    <w:semiHidden/>
    <w:unhideWhenUsed/>
    <w:qFormat/>
    <w:rsid w:val="00706D86"/>
    <w:pPr>
      <w:spacing w:after="200" w:line="240" w:lineRule="auto"/>
    </w:pPr>
    <w:rPr>
      <w:i/>
      <w:iCs/>
      <w:sz w:val="18"/>
      <w:szCs w:val="18"/>
    </w:rPr>
  </w:style>
  <w:style w:type="paragraph" w:styleId="ListBullet3">
    <w:name w:val="List Bullet 3"/>
    <w:basedOn w:val="Normal"/>
    <w:uiPriority w:val="99"/>
    <w:unhideWhenUsed/>
    <w:rsid w:val="00B67006"/>
    <w:pPr>
      <w:numPr>
        <w:numId w:val="3"/>
      </w:numPr>
      <w:contextualSpacing/>
    </w:pPr>
  </w:style>
  <w:style w:type="paragraph" w:styleId="TOCHeading">
    <w:name w:val="TOC Heading"/>
    <w:basedOn w:val="Heading1"/>
    <w:next w:val="Normal"/>
    <w:uiPriority w:val="39"/>
    <w:unhideWhenUsed/>
    <w:qFormat/>
    <w:rsid w:val="0046585D"/>
    <w:pPr>
      <w:spacing w:after="480"/>
      <w:outlineLvl w:val="9"/>
    </w:pPr>
    <w:rPr>
      <w:rFonts w:eastAsiaTheme="majorEastAsia" w:cstheme="majorBidi"/>
      <w:color w:val="000000" w:themeColor="text1"/>
      <w:lang w:val="en-US"/>
    </w:rPr>
  </w:style>
  <w:style w:type="paragraph" w:styleId="TOC1">
    <w:name w:val="toc 1"/>
    <w:basedOn w:val="Normal"/>
    <w:next w:val="Normal"/>
    <w:autoRedefine/>
    <w:uiPriority w:val="39"/>
    <w:unhideWhenUsed/>
    <w:rsid w:val="0046585D"/>
    <w:pPr>
      <w:tabs>
        <w:tab w:val="right" w:leader="dot" w:pos="9016"/>
      </w:tabs>
      <w:spacing w:after="100"/>
    </w:pPr>
    <w:rPr>
      <w:rFonts w:ascii="Arial Narrow Bold" w:hAnsi="Arial Narrow Bold"/>
      <w:b/>
      <w:caps/>
      <w:noProof/>
      <w:sz w:val="36"/>
    </w:rPr>
  </w:style>
  <w:style w:type="paragraph" w:styleId="TOC2">
    <w:name w:val="toc 2"/>
    <w:basedOn w:val="Normal"/>
    <w:next w:val="Normal"/>
    <w:autoRedefine/>
    <w:uiPriority w:val="39"/>
    <w:unhideWhenUsed/>
    <w:rsid w:val="00552351"/>
    <w:pPr>
      <w:spacing w:after="100"/>
      <w:ind w:left="220"/>
    </w:pPr>
    <w:rPr>
      <w:b/>
    </w:rPr>
  </w:style>
  <w:style w:type="character" w:styleId="Hyperlink">
    <w:name w:val="Hyperlink"/>
    <w:basedOn w:val="DefaultParagraphFont"/>
    <w:uiPriority w:val="99"/>
    <w:unhideWhenUsed/>
    <w:rsid w:val="00470FA0"/>
    <w:rPr>
      <w:rFonts w:ascii="Arial Narrow" w:hAnsi="Arial Narrow"/>
      <w:color w:val="DE411B"/>
      <w:u w:val="single"/>
    </w:rPr>
  </w:style>
  <w:style w:type="paragraph" w:styleId="BlockText">
    <w:name w:val="Block Text"/>
    <w:basedOn w:val="Normal"/>
    <w:uiPriority w:val="99"/>
    <w:semiHidden/>
    <w:unhideWhenUsed/>
    <w:rsid w:val="00B90CB4"/>
    <w:pPr>
      <w:pBdr>
        <w:top w:val="single" w:color="DE411B" w:themeColor="accent1" w:sz="2" w:space="10" w:shadow="1" w:frame="1"/>
        <w:left w:val="single" w:color="DE411B" w:themeColor="accent1" w:sz="2" w:space="10" w:shadow="1" w:frame="1"/>
        <w:bottom w:val="single" w:color="DE411B" w:themeColor="accent1" w:sz="2" w:space="10" w:shadow="1" w:frame="1"/>
        <w:right w:val="single" w:color="DE411B" w:themeColor="accent1" w:sz="2" w:space="10" w:shadow="1" w:frame="1"/>
      </w:pBdr>
      <w:ind w:left="1152" w:right="1152"/>
    </w:pPr>
    <w:rPr>
      <w:rFonts w:asciiTheme="minorHAnsi" w:hAnsiTheme="minorHAnsi" w:eastAsiaTheme="minorEastAsia" w:cstheme="minorBidi"/>
      <w:i/>
      <w:iCs/>
    </w:rPr>
  </w:style>
  <w:style w:type="paragraph" w:styleId="ListNumber">
    <w:name w:val="List Number"/>
    <w:basedOn w:val="Normal"/>
    <w:uiPriority w:val="99"/>
    <w:unhideWhenUsed/>
    <w:qFormat/>
    <w:rsid w:val="00470FA0"/>
    <w:pPr>
      <w:numPr>
        <w:numId w:val="6"/>
      </w:numPr>
      <w:contextualSpacing/>
    </w:pPr>
  </w:style>
  <w:style w:type="character" w:styleId="Emphasis">
    <w:name w:val="Emphasis"/>
    <w:basedOn w:val="DefaultParagraphFont"/>
    <w:uiPriority w:val="20"/>
    <w:qFormat/>
    <w:rsid w:val="00301E3D"/>
    <w:rPr>
      <w:rFonts w:ascii="Arial" w:hAnsi="Arial"/>
      <w:b/>
      <w:i w:val="0"/>
      <w:iCs/>
      <w:sz w:val="22"/>
    </w:rPr>
  </w:style>
  <w:style w:type="paragraph" w:styleId="List">
    <w:name w:val="List"/>
    <w:basedOn w:val="Normal"/>
    <w:uiPriority w:val="99"/>
    <w:unhideWhenUsed/>
    <w:rsid w:val="0023350A"/>
    <w:pPr>
      <w:ind w:left="360" w:hanging="360"/>
      <w:contextualSpacing/>
    </w:pPr>
  </w:style>
  <w:style w:type="paragraph" w:styleId="ListNumber2">
    <w:name w:val="List Number 2"/>
    <w:basedOn w:val="Normal"/>
    <w:uiPriority w:val="99"/>
    <w:unhideWhenUsed/>
    <w:rsid w:val="0023350A"/>
    <w:pPr>
      <w:numPr>
        <w:numId w:val="7"/>
      </w:numPr>
      <w:contextualSpacing/>
    </w:pPr>
  </w:style>
  <w:style w:type="paragraph" w:styleId="TOC3">
    <w:name w:val="toc 3"/>
    <w:basedOn w:val="Normal"/>
    <w:next w:val="Normal"/>
    <w:autoRedefine/>
    <w:uiPriority w:val="39"/>
    <w:unhideWhenUsed/>
    <w:rsid w:val="00552351"/>
    <w:pPr>
      <w:spacing w:after="100"/>
      <w:ind w:left="446"/>
    </w:pPr>
  </w:style>
  <w:style w:type="paragraph" w:styleId="TOC4">
    <w:name w:val="toc 4"/>
    <w:basedOn w:val="Normal"/>
    <w:next w:val="Normal"/>
    <w:autoRedefine/>
    <w:uiPriority w:val="39"/>
    <w:unhideWhenUsed/>
    <w:rsid w:val="00EC18FB"/>
    <w:pPr>
      <w:spacing w:after="100"/>
      <w:ind w:left="660"/>
    </w:pPr>
  </w:style>
  <w:style w:type="paragraph" w:styleId="Heading1Numbering" w:customStyle="1">
    <w:name w:val="Heading 1 Numbering"/>
    <w:basedOn w:val="Heading2"/>
    <w:link w:val="Heading1NumberingChar"/>
    <w:rsid w:val="009647AB"/>
    <w:pPr>
      <w:numPr>
        <w:numId w:val="15"/>
      </w:numPr>
    </w:pPr>
    <w:rPr>
      <w:sz w:val="40"/>
    </w:rPr>
  </w:style>
  <w:style w:type="paragraph" w:styleId="Heading2Numbering" w:customStyle="1">
    <w:name w:val="Heading 2 Numbering"/>
    <w:basedOn w:val="Heading3"/>
    <w:link w:val="Heading2NumberingChar"/>
    <w:qFormat/>
    <w:rsid w:val="00E91686"/>
    <w:pPr>
      <w:numPr>
        <w:numId w:val="35"/>
      </w:numPr>
    </w:pPr>
    <w:rPr>
      <w:rFonts w:ascii="Arial Narrow Bold" w:hAnsi="Arial Narrow Bold"/>
      <w:caps/>
    </w:rPr>
  </w:style>
  <w:style w:type="character" w:styleId="Heading1NumberingChar" w:customStyle="1">
    <w:name w:val="Heading 1 Numbering Char"/>
    <w:basedOn w:val="Heading2Char"/>
    <w:link w:val="Heading1Numbering"/>
    <w:rsid w:val="009647AB"/>
    <w:rPr>
      <w:rFonts w:ascii="Arial Narrow Bold" w:hAnsi="Arial Narrow Bold" w:eastAsia="Times New Roman"/>
      <w:b/>
      <w:caps/>
      <w:sz w:val="40"/>
      <w:szCs w:val="26"/>
      <w:lang w:val="en-GB"/>
    </w:rPr>
  </w:style>
  <w:style w:type="character" w:styleId="Heading2NumberingChar" w:customStyle="1">
    <w:name w:val="Heading 2 Numbering Char"/>
    <w:basedOn w:val="Heading3Char"/>
    <w:link w:val="Heading2Numbering"/>
    <w:rsid w:val="00E91686"/>
    <w:rPr>
      <w:rFonts w:ascii="Arial Narrow Bold" w:hAnsi="Arial Narrow Bold" w:eastAsia="Times New Roman" w:cs="Times New Roman"/>
      <w:b/>
      <w:caps/>
      <w:color w:val="4A4E52"/>
      <w:sz w:val="30"/>
      <w:szCs w:val="24"/>
      <w:lang w:val="en-GB"/>
    </w:rPr>
  </w:style>
  <w:style w:type="character" w:styleId="BookTitle">
    <w:name w:val="Book Title"/>
    <w:basedOn w:val="DefaultParagraphFont"/>
    <w:uiPriority w:val="33"/>
    <w:qFormat/>
    <w:rsid w:val="00552351"/>
    <w:rPr>
      <w:rFonts w:ascii="Arial Narrow" w:hAnsi="Arial Narrow"/>
      <w:b/>
      <w:bCs/>
      <w:i/>
      <w:iCs/>
      <w:spacing w:val="5"/>
    </w:rPr>
  </w:style>
  <w:style w:type="paragraph" w:styleId="BodyText">
    <w:name w:val="Body Text"/>
    <w:basedOn w:val="Normal"/>
    <w:link w:val="BodyTextChar"/>
    <w:uiPriority w:val="99"/>
    <w:semiHidden/>
    <w:unhideWhenUsed/>
    <w:rsid w:val="00552351"/>
    <w:pPr>
      <w:spacing w:after="120"/>
    </w:pPr>
  </w:style>
  <w:style w:type="character" w:styleId="BodyTextChar" w:customStyle="1">
    <w:name w:val="Body Text Char"/>
    <w:basedOn w:val="DefaultParagraphFont"/>
    <w:link w:val="BodyText"/>
    <w:uiPriority w:val="99"/>
    <w:semiHidden/>
    <w:rsid w:val="00552351"/>
    <w:rPr>
      <w:rFonts w:ascii="Arial Narrow" w:hAnsi="Arial Narrow"/>
      <w:sz w:val="22"/>
      <w:szCs w:val="22"/>
      <w:lang w:val="en-GB"/>
    </w:rPr>
  </w:style>
  <w:style w:type="character" w:styleId="FollowedHyperlink">
    <w:name w:val="FollowedHyperlink"/>
    <w:basedOn w:val="DefaultParagraphFont"/>
    <w:uiPriority w:val="99"/>
    <w:semiHidden/>
    <w:unhideWhenUsed/>
    <w:rsid w:val="00552351"/>
    <w:rPr>
      <w:rFonts w:ascii="Arial Narrow" w:hAnsi="Arial Narrow"/>
      <w:color w:val="000000" w:themeColor="followedHyperlink"/>
      <w:u w:val="single"/>
    </w:rPr>
  </w:style>
  <w:style w:type="character" w:styleId="FootnoteReference">
    <w:name w:val="footnote reference"/>
    <w:basedOn w:val="DefaultParagraphFont"/>
    <w:uiPriority w:val="99"/>
    <w:semiHidden/>
    <w:unhideWhenUsed/>
    <w:rsid w:val="00470FA0"/>
    <w:rPr>
      <w:rFonts w:ascii="Arial Narrow" w:hAnsi="Arial Narrow"/>
      <w:vertAlign w:val="superscript"/>
    </w:rPr>
  </w:style>
  <w:style w:type="paragraph" w:styleId="FootnoteText">
    <w:name w:val="footnote text"/>
    <w:basedOn w:val="Normal"/>
    <w:link w:val="FootnoteTextChar"/>
    <w:uiPriority w:val="99"/>
    <w:semiHidden/>
    <w:unhideWhenUsed/>
    <w:rsid w:val="00470FA0"/>
    <w:pPr>
      <w:spacing w:line="240" w:lineRule="auto"/>
    </w:pPr>
    <w:rPr>
      <w:sz w:val="20"/>
      <w:szCs w:val="20"/>
    </w:rPr>
  </w:style>
  <w:style w:type="character" w:styleId="FootnoteTextChar" w:customStyle="1">
    <w:name w:val="Footnote Text Char"/>
    <w:basedOn w:val="DefaultParagraphFont"/>
    <w:link w:val="FootnoteText"/>
    <w:uiPriority w:val="99"/>
    <w:semiHidden/>
    <w:rsid w:val="00470FA0"/>
    <w:rPr>
      <w:rFonts w:ascii="Arial Narrow" w:hAnsi="Arial Narrow"/>
      <w:lang w:val="en-GB"/>
    </w:rPr>
  </w:style>
  <w:style w:type="character" w:styleId="HTMLAcronym">
    <w:name w:val="HTML Acronym"/>
    <w:basedOn w:val="DefaultParagraphFont"/>
    <w:uiPriority w:val="99"/>
    <w:semiHidden/>
    <w:unhideWhenUsed/>
    <w:rsid w:val="00470FA0"/>
    <w:rPr>
      <w:rFonts w:ascii="Arial Narrow" w:hAnsi="Arial Narrow"/>
    </w:rPr>
  </w:style>
  <w:style w:type="paragraph" w:styleId="Index1">
    <w:name w:val="index 1"/>
    <w:basedOn w:val="Normal"/>
    <w:next w:val="Normal"/>
    <w:autoRedefine/>
    <w:uiPriority w:val="99"/>
    <w:semiHidden/>
    <w:unhideWhenUsed/>
    <w:rsid w:val="00470FA0"/>
    <w:pPr>
      <w:spacing w:line="240" w:lineRule="auto"/>
      <w:ind w:left="220" w:hanging="220"/>
    </w:pPr>
  </w:style>
  <w:style w:type="paragraph" w:styleId="IndexHeading">
    <w:name w:val="index heading"/>
    <w:basedOn w:val="Normal"/>
    <w:next w:val="Index1"/>
    <w:uiPriority w:val="99"/>
    <w:semiHidden/>
    <w:unhideWhenUsed/>
    <w:rsid w:val="00470FA0"/>
    <w:rPr>
      <w:rFonts w:eastAsiaTheme="majorEastAsia" w:cstheme="majorBidi"/>
      <w:b/>
      <w:bCs/>
    </w:rPr>
  </w:style>
  <w:style w:type="character" w:styleId="LineNumber">
    <w:name w:val="line number"/>
    <w:basedOn w:val="DefaultParagraphFont"/>
    <w:uiPriority w:val="99"/>
    <w:semiHidden/>
    <w:unhideWhenUsed/>
    <w:rsid w:val="00470FA0"/>
    <w:rPr>
      <w:rFonts w:ascii="Arial Narrow" w:hAnsi="Arial Narrow"/>
    </w:rPr>
  </w:style>
  <w:style w:type="paragraph" w:styleId="TOAHeading">
    <w:name w:val="toa heading"/>
    <w:basedOn w:val="Normal"/>
    <w:next w:val="Normal"/>
    <w:uiPriority w:val="99"/>
    <w:semiHidden/>
    <w:unhideWhenUsed/>
    <w:rsid w:val="0046585D"/>
    <w:pPr>
      <w:spacing w:before="120"/>
    </w:pPr>
    <w:rPr>
      <w:rFonts w:ascii="Arial Narrow Bold" w:hAnsi="Arial Narrow Bold" w:eastAsiaTheme="majorEastAsia" w:cstheme="majorBidi"/>
      <w:b/>
      <w:bCs/>
      <w:caps/>
      <w:color w:val="DE411B"/>
      <w:szCs w:val="24"/>
    </w:rPr>
  </w:style>
  <w:style w:type="table" w:styleId="ListTable3">
    <w:name w:val="List Table 3"/>
    <w:basedOn w:val="TableNormal"/>
    <w:uiPriority w:val="48"/>
    <w:rsid w:val="001B469A"/>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GridTable5Dark">
    <w:name w:val="Grid Table 5 Dark"/>
    <w:basedOn w:val="TableNormal"/>
    <w:uiPriority w:val="50"/>
    <w:rsid w:val="001B469A"/>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Accent5">
    <w:name w:val="Grid Table 4 Accent 5"/>
    <w:basedOn w:val="TableNormal"/>
    <w:uiPriority w:val="49"/>
    <w:rsid w:val="001B469A"/>
    <w:tblPr>
      <w:tblStyleRowBandSize w:val="1"/>
      <w:tblStyleColBandSize w:val="1"/>
      <w:tblBorders>
        <w:top w:val="single" w:color="777D83" w:themeColor="accent5" w:themeTint="99" w:sz="4" w:space="0"/>
        <w:left w:val="single" w:color="777D83" w:themeColor="accent5" w:themeTint="99" w:sz="4" w:space="0"/>
        <w:bottom w:val="single" w:color="777D83" w:themeColor="accent5" w:themeTint="99" w:sz="4" w:space="0"/>
        <w:right w:val="single" w:color="777D83" w:themeColor="accent5" w:themeTint="99" w:sz="4" w:space="0"/>
        <w:insideH w:val="single" w:color="777D83" w:themeColor="accent5" w:themeTint="99" w:sz="4" w:space="0"/>
        <w:insideV w:val="single" w:color="777D83" w:themeColor="accent5" w:themeTint="99" w:sz="4" w:space="0"/>
      </w:tblBorders>
    </w:tblPr>
    <w:tblStylePr w:type="firstRow">
      <w:rPr>
        <w:b/>
        <w:bCs/>
        <w:color w:val="FFFFFF" w:themeColor="background1"/>
      </w:rPr>
      <w:tblPr/>
      <w:tcPr>
        <w:tcBorders>
          <w:top w:val="single" w:color="252729" w:themeColor="accent5" w:sz="4" w:space="0"/>
          <w:left w:val="single" w:color="252729" w:themeColor="accent5" w:sz="4" w:space="0"/>
          <w:bottom w:val="single" w:color="252729" w:themeColor="accent5" w:sz="4" w:space="0"/>
          <w:right w:val="single" w:color="252729" w:themeColor="accent5" w:sz="4" w:space="0"/>
          <w:insideH w:val="nil"/>
          <w:insideV w:val="nil"/>
        </w:tcBorders>
        <w:shd w:val="clear" w:color="auto" w:fill="252729" w:themeFill="accent5"/>
      </w:tcPr>
    </w:tblStylePr>
    <w:tblStylePr w:type="lastRow">
      <w:rPr>
        <w:b/>
        <w:bCs/>
      </w:rPr>
      <w:tblPr/>
      <w:tcPr>
        <w:tcBorders>
          <w:top w:val="double" w:color="252729" w:themeColor="accent5" w:sz="4" w:space="0"/>
        </w:tcBorders>
      </w:tcPr>
    </w:tblStylePr>
    <w:tblStylePr w:type="firstCol">
      <w:rPr>
        <w:b/>
        <w:bCs/>
      </w:rPr>
    </w:tblStylePr>
    <w:tblStylePr w:type="lastCol">
      <w:rPr>
        <w:b/>
        <w:bCs/>
      </w:rPr>
    </w:tblStylePr>
    <w:tblStylePr w:type="band1Vert">
      <w:tblPr/>
      <w:tcPr>
        <w:shd w:val="clear" w:color="auto" w:fill="D1D3D6" w:themeFill="accent5" w:themeFillTint="33"/>
      </w:tcPr>
    </w:tblStylePr>
    <w:tblStylePr w:type="band1Horz">
      <w:tblPr/>
      <w:tcPr>
        <w:shd w:val="clear" w:color="auto" w:fill="D1D3D6" w:themeFill="accent5" w:themeFillTint="33"/>
      </w:tcPr>
    </w:tblStylePr>
  </w:style>
  <w:style w:type="table" w:styleId="GridTable4">
    <w:name w:val="Grid Table 4"/>
    <w:basedOn w:val="TableNormal"/>
    <w:uiPriority w:val="49"/>
    <w:rsid w:val="001B469A"/>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3">
    <w:name w:val="Grid Table 3 Accent 3"/>
    <w:basedOn w:val="TableNormal"/>
    <w:uiPriority w:val="48"/>
    <w:rsid w:val="001B469A"/>
    <w:tblPr>
      <w:tblStyleRowBandSize w:val="1"/>
      <w:tblStyleColBandSize w:val="1"/>
      <w:tblBorders>
        <w:top w:val="single" w:color="F1AD9D" w:themeColor="accent3" w:themeTint="99" w:sz="4" w:space="0"/>
        <w:left w:val="single" w:color="F1AD9D" w:themeColor="accent3" w:themeTint="99" w:sz="4" w:space="0"/>
        <w:bottom w:val="single" w:color="F1AD9D" w:themeColor="accent3" w:themeTint="99" w:sz="4" w:space="0"/>
        <w:right w:val="single" w:color="F1AD9D" w:themeColor="accent3" w:themeTint="99" w:sz="4" w:space="0"/>
        <w:insideH w:val="single" w:color="F1AD9D" w:themeColor="accent3" w:themeTint="99" w:sz="4" w:space="0"/>
        <w:insideV w:val="single" w:color="F1AD9D"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3DE" w:themeFill="accent3" w:themeFillTint="33"/>
      </w:tcPr>
    </w:tblStylePr>
    <w:tblStylePr w:type="band1Horz">
      <w:tblPr/>
      <w:tcPr>
        <w:shd w:val="clear" w:color="auto" w:fill="FAE3DE" w:themeFill="accent3" w:themeFillTint="33"/>
      </w:tcPr>
    </w:tblStylePr>
    <w:tblStylePr w:type="neCell">
      <w:tblPr/>
      <w:tcPr>
        <w:tcBorders>
          <w:bottom w:val="single" w:color="F1AD9D" w:themeColor="accent3" w:themeTint="99" w:sz="4" w:space="0"/>
        </w:tcBorders>
      </w:tcPr>
    </w:tblStylePr>
    <w:tblStylePr w:type="nwCell">
      <w:tblPr/>
      <w:tcPr>
        <w:tcBorders>
          <w:bottom w:val="single" w:color="F1AD9D" w:themeColor="accent3" w:themeTint="99" w:sz="4" w:space="0"/>
        </w:tcBorders>
      </w:tcPr>
    </w:tblStylePr>
    <w:tblStylePr w:type="seCell">
      <w:tblPr/>
      <w:tcPr>
        <w:tcBorders>
          <w:top w:val="single" w:color="F1AD9D" w:themeColor="accent3" w:themeTint="99" w:sz="4" w:space="0"/>
        </w:tcBorders>
      </w:tcPr>
    </w:tblStylePr>
    <w:tblStylePr w:type="swCell">
      <w:tblPr/>
      <w:tcPr>
        <w:tcBorders>
          <w:top w:val="single" w:color="F1AD9D" w:themeColor="accent3" w:themeTint="99" w:sz="4" w:space="0"/>
        </w:tcBorders>
      </w:tcPr>
    </w:tblStylePr>
  </w:style>
  <w:style w:type="table" w:styleId="TableGrid4">
    <w:name w:val="Table Grid 4"/>
    <w:basedOn w:val="TableNormal"/>
    <w:uiPriority w:val="99"/>
    <w:semiHidden/>
    <w:unhideWhenUsed/>
    <w:rsid w:val="001B469A"/>
    <w:pPr>
      <w:spacing w:line="259" w:lineRule="auto"/>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character" w:styleId="UnresolvedMention">
    <w:name w:val="Unresolved Mention"/>
    <w:basedOn w:val="DefaultParagraphFont"/>
    <w:uiPriority w:val="99"/>
    <w:semiHidden/>
    <w:unhideWhenUsed/>
    <w:rsid w:val="004F2439"/>
    <w:rPr>
      <w:color w:val="605E5C"/>
      <w:shd w:val="clear" w:color="auto" w:fill="E1DFDD"/>
    </w:rPr>
  </w:style>
  <w:style w:type="paragraph" w:styleId="NormalWeb">
    <w:name w:val="Normal (Web)"/>
    <w:basedOn w:val="Normal"/>
    <w:uiPriority w:val="99"/>
    <w:semiHidden/>
    <w:unhideWhenUsed/>
    <w:rsid w:val="007F692C"/>
    <w:pPr>
      <w:spacing w:before="100" w:beforeAutospacing="1" w:after="100" w:afterAutospacing="1" w:line="240" w:lineRule="auto"/>
    </w:pPr>
    <w:rPr>
      <w:rFonts w:ascii="Times New Roman" w:hAnsi="Times New Roman"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1070">
      <w:bodyDiv w:val="1"/>
      <w:marLeft w:val="0"/>
      <w:marRight w:val="0"/>
      <w:marTop w:val="0"/>
      <w:marBottom w:val="0"/>
      <w:divBdr>
        <w:top w:val="none" w:sz="0" w:space="0" w:color="auto"/>
        <w:left w:val="none" w:sz="0" w:space="0" w:color="auto"/>
        <w:bottom w:val="none" w:sz="0" w:space="0" w:color="auto"/>
        <w:right w:val="none" w:sz="0" w:space="0" w:color="auto"/>
      </w:divBdr>
    </w:div>
    <w:div w:id="139537274">
      <w:bodyDiv w:val="1"/>
      <w:marLeft w:val="0"/>
      <w:marRight w:val="0"/>
      <w:marTop w:val="0"/>
      <w:marBottom w:val="0"/>
      <w:divBdr>
        <w:top w:val="none" w:sz="0" w:space="0" w:color="auto"/>
        <w:left w:val="none" w:sz="0" w:space="0" w:color="auto"/>
        <w:bottom w:val="none" w:sz="0" w:space="0" w:color="auto"/>
        <w:right w:val="none" w:sz="0" w:space="0" w:color="auto"/>
      </w:divBdr>
    </w:div>
    <w:div w:id="244387793">
      <w:bodyDiv w:val="1"/>
      <w:marLeft w:val="0"/>
      <w:marRight w:val="0"/>
      <w:marTop w:val="0"/>
      <w:marBottom w:val="0"/>
      <w:divBdr>
        <w:top w:val="none" w:sz="0" w:space="0" w:color="auto"/>
        <w:left w:val="none" w:sz="0" w:space="0" w:color="auto"/>
        <w:bottom w:val="none" w:sz="0" w:space="0" w:color="auto"/>
        <w:right w:val="none" w:sz="0" w:space="0" w:color="auto"/>
      </w:divBdr>
    </w:div>
    <w:div w:id="647321852">
      <w:bodyDiv w:val="1"/>
      <w:marLeft w:val="0"/>
      <w:marRight w:val="0"/>
      <w:marTop w:val="0"/>
      <w:marBottom w:val="0"/>
      <w:divBdr>
        <w:top w:val="none" w:sz="0" w:space="0" w:color="auto"/>
        <w:left w:val="none" w:sz="0" w:space="0" w:color="auto"/>
        <w:bottom w:val="none" w:sz="0" w:space="0" w:color="auto"/>
        <w:right w:val="none" w:sz="0" w:space="0" w:color="auto"/>
      </w:divBdr>
    </w:div>
    <w:div w:id="682829025">
      <w:bodyDiv w:val="1"/>
      <w:marLeft w:val="0"/>
      <w:marRight w:val="0"/>
      <w:marTop w:val="0"/>
      <w:marBottom w:val="0"/>
      <w:divBdr>
        <w:top w:val="none" w:sz="0" w:space="0" w:color="auto"/>
        <w:left w:val="none" w:sz="0" w:space="0" w:color="auto"/>
        <w:bottom w:val="none" w:sz="0" w:space="0" w:color="auto"/>
        <w:right w:val="none" w:sz="0" w:space="0" w:color="auto"/>
      </w:divBdr>
    </w:div>
    <w:div w:id="779880929">
      <w:bodyDiv w:val="1"/>
      <w:marLeft w:val="0"/>
      <w:marRight w:val="0"/>
      <w:marTop w:val="0"/>
      <w:marBottom w:val="0"/>
      <w:divBdr>
        <w:top w:val="none" w:sz="0" w:space="0" w:color="auto"/>
        <w:left w:val="none" w:sz="0" w:space="0" w:color="auto"/>
        <w:bottom w:val="none" w:sz="0" w:space="0" w:color="auto"/>
        <w:right w:val="none" w:sz="0" w:space="0" w:color="auto"/>
      </w:divBdr>
    </w:div>
    <w:div w:id="798187384">
      <w:bodyDiv w:val="1"/>
      <w:marLeft w:val="0"/>
      <w:marRight w:val="0"/>
      <w:marTop w:val="0"/>
      <w:marBottom w:val="0"/>
      <w:divBdr>
        <w:top w:val="none" w:sz="0" w:space="0" w:color="auto"/>
        <w:left w:val="none" w:sz="0" w:space="0" w:color="auto"/>
        <w:bottom w:val="none" w:sz="0" w:space="0" w:color="auto"/>
        <w:right w:val="none" w:sz="0" w:space="0" w:color="auto"/>
      </w:divBdr>
    </w:div>
    <w:div w:id="858281072">
      <w:bodyDiv w:val="1"/>
      <w:marLeft w:val="0"/>
      <w:marRight w:val="0"/>
      <w:marTop w:val="0"/>
      <w:marBottom w:val="0"/>
      <w:divBdr>
        <w:top w:val="none" w:sz="0" w:space="0" w:color="auto"/>
        <w:left w:val="none" w:sz="0" w:space="0" w:color="auto"/>
        <w:bottom w:val="none" w:sz="0" w:space="0" w:color="auto"/>
        <w:right w:val="none" w:sz="0" w:space="0" w:color="auto"/>
      </w:divBdr>
      <w:divsChild>
        <w:div w:id="503059492">
          <w:marLeft w:val="0"/>
          <w:marRight w:val="0"/>
          <w:marTop w:val="0"/>
          <w:marBottom w:val="0"/>
          <w:divBdr>
            <w:top w:val="none" w:sz="0" w:space="0" w:color="auto"/>
            <w:left w:val="none" w:sz="0" w:space="0" w:color="auto"/>
            <w:bottom w:val="none" w:sz="0" w:space="0" w:color="auto"/>
            <w:right w:val="none" w:sz="0" w:space="0" w:color="auto"/>
          </w:divBdr>
          <w:divsChild>
            <w:div w:id="414789421">
              <w:marLeft w:val="0"/>
              <w:marRight w:val="0"/>
              <w:marTop w:val="0"/>
              <w:marBottom w:val="0"/>
              <w:divBdr>
                <w:top w:val="none" w:sz="0" w:space="0" w:color="auto"/>
                <w:left w:val="none" w:sz="0" w:space="0" w:color="auto"/>
                <w:bottom w:val="none" w:sz="0" w:space="0" w:color="auto"/>
                <w:right w:val="none" w:sz="0" w:space="0" w:color="auto"/>
              </w:divBdr>
              <w:divsChild>
                <w:div w:id="1135374690">
                  <w:marLeft w:val="0"/>
                  <w:marRight w:val="0"/>
                  <w:marTop w:val="0"/>
                  <w:marBottom w:val="0"/>
                  <w:divBdr>
                    <w:top w:val="none" w:sz="0" w:space="0" w:color="auto"/>
                    <w:left w:val="none" w:sz="0" w:space="0" w:color="auto"/>
                    <w:bottom w:val="none" w:sz="0" w:space="0" w:color="auto"/>
                    <w:right w:val="none" w:sz="0" w:space="0" w:color="auto"/>
                  </w:divBdr>
                </w:div>
                <w:div w:id="1476142256">
                  <w:marLeft w:val="0"/>
                  <w:marRight w:val="0"/>
                  <w:marTop w:val="0"/>
                  <w:marBottom w:val="0"/>
                  <w:divBdr>
                    <w:top w:val="none" w:sz="0" w:space="0" w:color="auto"/>
                    <w:left w:val="none" w:sz="0" w:space="0" w:color="auto"/>
                    <w:bottom w:val="none" w:sz="0" w:space="0" w:color="auto"/>
                    <w:right w:val="none" w:sz="0" w:space="0" w:color="auto"/>
                  </w:divBdr>
                  <w:divsChild>
                    <w:div w:id="1725451438">
                      <w:marLeft w:val="0"/>
                      <w:marRight w:val="0"/>
                      <w:marTop w:val="0"/>
                      <w:marBottom w:val="0"/>
                      <w:divBdr>
                        <w:top w:val="none" w:sz="0" w:space="0" w:color="auto"/>
                        <w:left w:val="none" w:sz="0" w:space="0" w:color="auto"/>
                        <w:bottom w:val="none" w:sz="0" w:space="0" w:color="auto"/>
                        <w:right w:val="none" w:sz="0" w:space="0" w:color="auto"/>
                      </w:divBdr>
                      <w:divsChild>
                        <w:div w:id="476185890">
                          <w:marLeft w:val="0"/>
                          <w:marRight w:val="0"/>
                          <w:marTop w:val="0"/>
                          <w:marBottom w:val="0"/>
                          <w:divBdr>
                            <w:top w:val="none" w:sz="0" w:space="0" w:color="auto"/>
                            <w:left w:val="none" w:sz="0" w:space="0" w:color="auto"/>
                            <w:bottom w:val="none" w:sz="0" w:space="0" w:color="auto"/>
                            <w:right w:val="none" w:sz="0" w:space="0" w:color="auto"/>
                          </w:divBdr>
                          <w:divsChild>
                            <w:div w:id="288627408">
                              <w:marLeft w:val="0"/>
                              <w:marRight w:val="0"/>
                              <w:marTop w:val="0"/>
                              <w:marBottom w:val="0"/>
                              <w:divBdr>
                                <w:top w:val="none" w:sz="0" w:space="0" w:color="auto"/>
                                <w:left w:val="none" w:sz="0" w:space="0" w:color="auto"/>
                                <w:bottom w:val="none" w:sz="0" w:space="0" w:color="auto"/>
                                <w:right w:val="none" w:sz="0" w:space="0" w:color="auto"/>
                              </w:divBdr>
                              <w:divsChild>
                                <w:div w:id="1716389168">
                                  <w:marLeft w:val="0"/>
                                  <w:marRight w:val="0"/>
                                  <w:marTop w:val="0"/>
                                  <w:marBottom w:val="0"/>
                                  <w:divBdr>
                                    <w:top w:val="none" w:sz="0" w:space="0" w:color="auto"/>
                                    <w:left w:val="none" w:sz="0" w:space="0" w:color="auto"/>
                                    <w:bottom w:val="none" w:sz="0" w:space="0" w:color="auto"/>
                                    <w:right w:val="none" w:sz="0" w:space="0" w:color="auto"/>
                                  </w:divBdr>
                                  <w:divsChild>
                                    <w:div w:id="2071463192">
                                      <w:marLeft w:val="0"/>
                                      <w:marRight w:val="0"/>
                                      <w:marTop w:val="0"/>
                                      <w:marBottom w:val="0"/>
                                      <w:divBdr>
                                        <w:top w:val="none" w:sz="0" w:space="0" w:color="auto"/>
                                        <w:left w:val="none" w:sz="0" w:space="0" w:color="auto"/>
                                        <w:bottom w:val="none" w:sz="0" w:space="0" w:color="auto"/>
                                        <w:right w:val="none" w:sz="0" w:space="0" w:color="auto"/>
                                      </w:divBdr>
                                      <w:divsChild>
                                        <w:div w:id="1686205248">
                                          <w:marLeft w:val="0"/>
                                          <w:marRight w:val="0"/>
                                          <w:marTop w:val="0"/>
                                          <w:marBottom w:val="0"/>
                                          <w:divBdr>
                                            <w:top w:val="none" w:sz="0" w:space="0" w:color="auto"/>
                                            <w:left w:val="none" w:sz="0" w:space="0" w:color="auto"/>
                                            <w:bottom w:val="none" w:sz="0" w:space="0" w:color="auto"/>
                                            <w:right w:val="none" w:sz="0" w:space="0" w:color="auto"/>
                                          </w:divBdr>
                                          <w:divsChild>
                                            <w:div w:id="388043032">
                                              <w:marLeft w:val="0"/>
                                              <w:marRight w:val="0"/>
                                              <w:marTop w:val="0"/>
                                              <w:marBottom w:val="0"/>
                                              <w:divBdr>
                                                <w:top w:val="none" w:sz="0" w:space="0" w:color="auto"/>
                                                <w:left w:val="none" w:sz="0" w:space="0" w:color="auto"/>
                                                <w:bottom w:val="none" w:sz="0" w:space="0" w:color="auto"/>
                                                <w:right w:val="none" w:sz="0" w:space="0" w:color="auto"/>
                                              </w:divBdr>
                                              <w:divsChild>
                                                <w:div w:id="1447626870">
                                                  <w:marLeft w:val="0"/>
                                                  <w:marRight w:val="0"/>
                                                  <w:marTop w:val="0"/>
                                                  <w:marBottom w:val="0"/>
                                                  <w:divBdr>
                                                    <w:top w:val="none" w:sz="0" w:space="0" w:color="auto"/>
                                                    <w:left w:val="none" w:sz="0" w:space="0" w:color="auto"/>
                                                    <w:bottom w:val="none" w:sz="0" w:space="0" w:color="auto"/>
                                                    <w:right w:val="none" w:sz="0" w:space="0" w:color="auto"/>
                                                  </w:divBdr>
                                                </w:div>
                                                <w:div w:id="439767287">
                                                  <w:marLeft w:val="0"/>
                                                  <w:marRight w:val="0"/>
                                                  <w:marTop w:val="0"/>
                                                  <w:marBottom w:val="0"/>
                                                  <w:divBdr>
                                                    <w:top w:val="none" w:sz="0" w:space="0" w:color="auto"/>
                                                    <w:left w:val="none" w:sz="0" w:space="0" w:color="auto"/>
                                                    <w:bottom w:val="none" w:sz="0" w:space="0" w:color="auto"/>
                                                    <w:right w:val="none" w:sz="0" w:space="0" w:color="auto"/>
                                                  </w:divBdr>
                                                </w:div>
                                                <w:div w:id="495607216">
                                                  <w:marLeft w:val="0"/>
                                                  <w:marRight w:val="0"/>
                                                  <w:marTop w:val="0"/>
                                                  <w:marBottom w:val="0"/>
                                                  <w:divBdr>
                                                    <w:top w:val="none" w:sz="0" w:space="0" w:color="auto"/>
                                                    <w:left w:val="none" w:sz="0" w:space="0" w:color="auto"/>
                                                    <w:bottom w:val="none" w:sz="0" w:space="0" w:color="auto"/>
                                                    <w:right w:val="none" w:sz="0" w:space="0" w:color="auto"/>
                                                  </w:divBdr>
                                                </w:div>
                                                <w:div w:id="973949870">
                                                  <w:marLeft w:val="0"/>
                                                  <w:marRight w:val="0"/>
                                                  <w:marTop w:val="0"/>
                                                  <w:marBottom w:val="0"/>
                                                  <w:divBdr>
                                                    <w:top w:val="none" w:sz="0" w:space="0" w:color="auto"/>
                                                    <w:left w:val="none" w:sz="0" w:space="0" w:color="auto"/>
                                                    <w:bottom w:val="none" w:sz="0" w:space="0" w:color="auto"/>
                                                    <w:right w:val="none" w:sz="0" w:space="0" w:color="auto"/>
                                                  </w:divBdr>
                                                </w:div>
                                                <w:div w:id="55711243">
                                                  <w:marLeft w:val="0"/>
                                                  <w:marRight w:val="0"/>
                                                  <w:marTop w:val="0"/>
                                                  <w:marBottom w:val="0"/>
                                                  <w:divBdr>
                                                    <w:top w:val="none" w:sz="0" w:space="0" w:color="auto"/>
                                                    <w:left w:val="none" w:sz="0" w:space="0" w:color="auto"/>
                                                    <w:bottom w:val="none" w:sz="0" w:space="0" w:color="auto"/>
                                                    <w:right w:val="none" w:sz="0" w:space="0" w:color="auto"/>
                                                  </w:divBdr>
                                                </w:div>
                                                <w:div w:id="80894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086039">
                  <w:marLeft w:val="0"/>
                  <w:marRight w:val="0"/>
                  <w:marTop w:val="0"/>
                  <w:marBottom w:val="0"/>
                  <w:divBdr>
                    <w:top w:val="none" w:sz="0" w:space="0" w:color="auto"/>
                    <w:left w:val="none" w:sz="0" w:space="0" w:color="auto"/>
                    <w:bottom w:val="none" w:sz="0" w:space="0" w:color="auto"/>
                    <w:right w:val="none" w:sz="0" w:space="0" w:color="auto"/>
                  </w:divBdr>
                </w:div>
              </w:divsChild>
            </w:div>
            <w:div w:id="17274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89976">
      <w:bodyDiv w:val="1"/>
      <w:marLeft w:val="0"/>
      <w:marRight w:val="0"/>
      <w:marTop w:val="0"/>
      <w:marBottom w:val="0"/>
      <w:divBdr>
        <w:top w:val="none" w:sz="0" w:space="0" w:color="auto"/>
        <w:left w:val="none" w:sz="0" w:space="0" w:color="auto"/>
        <w:bottom w:val="none" w:sz="0" w:space="0" w:color="auto"/>
        <w:right w:val="none" w:sz="0" w:space="0" w:color="auto"/>
      </w:divBdr>
    </w:div>
    <w:div w:id="932663977">
      <w:bodyDiv w:val="1"/>
      <w:marLeft w:val="0"/>
      <w:marRight w:val="0"/>
      <w:marTop w:val="0"/>
      <w:marBottom w:val="0"/>
      <w:divBdr>
        <w:top w:val="none" w:sz="0" w:space="0" w:color="auto"/>
        <w:left w:val="none" w:sz="0" w:space="0" w:color="auto"/>
        <w:bottom w:val="none" w:sz="0" w:space="0" w:color="auto"/>
        <w:right w:val="none" w:sz="0" w:space="0" w:color="auto"/>
      </w:divBdr>
    </w:div>
    <w:div w:id="1107773757">
      <w:bodyDiv w:val="1"/>
      <w:marLeft w:val="0"/>
      <w:marRight w:val="0"/>
      <w:marTop w:val="0"/>
      <w:marBottom w:val="0"/>
      <w:divBdr>
        <w:top w:val="none" w:sz="0" w:space="0" w:color="auto"/>
        <w:left w:val="none" w:sz="0" w:space="0" w:color="auto"/>
        <w:bottom w:val="none" w:sz="0" w:space="0" w:color="auto"/>
        <w:right w:val="none" w:sz="0" w:space="0" w:color="auto"/>
      </w:divBdr>
    </w:div>
    <w:div w:id="1231041705">
      <w:bodyDiv w:val="1"/>
      <w:marLeft w:val="0"/>
      <w:marRight w:val="0"/>
      <w:marTop w:val="0"/>
      <w:marBottom w:val="0"/>
      <w:divBdr>
        <w:top w:val="none" w:sz="0" w:space="0" w:color="auto"/>
        <w:left w:val="none" w:sz="0" w:space="0" w:color="auto"/>
        <w:bottom w:val="none" w:sz="0" w:space="0" w:color="auto"/>
        <w:right w:val="none" w:sz="0" w:space="0" w:color="auto"/>
      </w:divBdr>
    </w:div>
    <w:div w:id="1559315801">
      <w:bodyDiv w:val="1"/>
      <w:marLeft w:val="0"/>
      <w:marRight w:val="0"/>
      <w:marTop w:val="0"/>
      <w:marBottom w:val="0"/>
      <w:divBdr>
        <w:top w:val="none" w:sz="0" w:space="0" w:color="auto"/>
        <w:left w:val="none" w:sz="0" w:space="0" w:color="auto"/>
        <w:bottom w:val="none" w:sz="0" w:space="0" w:color="auto"/>
        <w:right w:val="none" w:sz="0" w:space="0" w:color="auto"/>
      </w:divBdr>
    </w:div>
    <w:div w:id="1609041827">
      <w:bodyDiv w:val="1"/>
      <w:marLeft w:val="0"/>
      <w:marRight w:val="0"/>
      <w:marTop w:val="0"/>
      <w:marBottom w:val="0"/>
      <w:divBdr>
        <w:top w:val="none" w:sz="0" w:space="0" w:color="auto"/>
        <w:left w:val="none" w:sz="0" w:space="0" w:color="auto"/>
        <w:bottom w:val="none" w:sz="0" w:space="0" w:color="auto"/>
        <w:right w:val="none" w:sz="0" w:space="0" w:color="auto"/>
      </w:divBdr>
    </w:div>
    <w:div w:id="187272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endava.com/en/Expert-Insights"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chetan/Downloads/Word_short_document_template-WITH_NUMBERING-August2016.dotx" TargetMode="External"/></Relationships>
</file>

<file path=word/theme/theme1.xml><?xml version="1.0" encoding="utf-8"?>
<a:theme xmlns:a="http://schemas.openxmlformats.org/drawingml/2006/main" name="Office Theme">
  <a:themeElements>
    <a:clrScheme name="Endava colors">
      <a:dk1>
        <a:srgbClr val="000000"/>
      </a:dk1>
      <a:lt1>
        <a:srgbClr val="FFFFFF"/>
      </a:lt1>
      <a:dk2>
        <a:srgbClr val="BDBEC0"/>
      </a:dk2>
      <a:lt2>
        <a:srgbClr val="FFFFFF"/>
      </a:lt2>
      <a:accent1>
        <a:srgbClr val="DE411B"/>
      </a:accent1>
      <a:accent2>
        <a:srgbClr val="000000"/>
      </a:accent2>
      <a:accent3>
        <a:srgbClr val="E8775C"/>
      </a:accent3>
      <a:accent4>
        <a:srgbClr val="7F878B"/>
      </a:accent4>
      <a:accent5>
        <a:srgbClr val="252729"/>
      </a:accent5>
      <a:accent6>
        <a:srgbClr val="000000"/>
      </a:accent6>
      <a:hlink>
        <a:srgbClr val="DF411C"/>
      </a:hlink>
      <a:folHlink>
        <a:srgbClr val="000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007B2DD2729947ACC261F0092D1D0C" ma:contentTypeVersion="129" ma:contentTypeDescription="Create a new document." ma:contentTypeScope="" ma:versionID="8cb7d3875160bf00c825464ca7c22f88">
  <xsd:schema xmlns:xsd="http://www.w3.org/2001/XMLSchema" xmlns:xs="http://www.w3.org/2001/XMLSchema" xmlns:p="http://schemas.microsoft.com/office/2006/metadata/properties" xmlns:ns2="274df27e-4aba-4b06-8c8a-a0211f2f3712" xmlns:ns3="734ff38e-bfc9-4a31-9d6c-a7833dcba625" xmlns:ns4="http://schemas.microsoft.com/sharepoint/v4" targetNamespace="http://schemas.microsoft.com/office/2006/metadata/properties" ma:root="true" ma:fieldsID="d306f9e6e6ed5746b1134977aa267f28" ns2:_="" ns3:_="" ns4:_="">
    <xsd:import namespace="274df27e-4aba-4b06-8c8a-a0211f2f3712"/>
    <xsd:import namespace="734ff38e-bfc9-4a31-9d6c-a7833dcba625"/>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4:IconOverla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df27e-4aba-4b06-8c8a-a0211f2f37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31d08b63-25e9-410e-bc24-a70805b0bfd5}" ma:internalName="TaxCatchAll" ma:showField="CatchAllData" ma:web="274df27e-4aba-4b06-8c8a-a0211f2f371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4ff38e-bfc9-4a31-9d6c-a7833dcba62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da9fbb2-20ec-4b38-b475-624b7129167d"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74df27e-4aba-4b06-8c8a-a0211f2f3712">HUNKRN6SN7FH-409376699-321385</_dlc_DocId>
    <_dlc_DocIdUrl xmlns="274df27e-4aba-4b06-8c8a-a0211f2f3712">
      <Url>https://endava.sharepoint.com/sites/mkstore/_layouts/15/DocIdRedir.aspx?ID=HUNKRN6SN7FH-409376699-321385</Url>
      <Description>HUNKRN6SN7FH-409376699-321385</Description>
    </_dlc_DocIdUrl>
    <TaxCatchAll xmlns="274df27e-4aba-4b06-8c8a-a0211f2f3712" xsi:nil="true"/>
    <lcf76f155ced4ddcb4097134ff3c332f xmlns="734ff38e-bfc9-4a31-9d6c-a7833dcba625">
      <Terms xmlns="http://schemas.microsoft.com/office/infopath/2007/PartnerControls"/>
    </lcf76f155ced4ddcb4097134ff3c332f>
    <IconOverlay xmlns="http://schemas.microsoft.com/sharepoint/v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6A405D-52DE-40A6-AF04-516C1703C6AF}"/>
</file>

<file path=customXml/itemProps2.xml><?xml version="1.0" encoding="utf-8"?>
<ds:datastoreItem xmlns:ds="http://schemas.openxmlformats.org/officeDocument/2006/customXml" ds:itemID="{123DB74C-EF8D-A945-81F0-CF5D1DAF5875}">
  <ds:schemaRefs>
    <ds:schemaRef ds:uri="http://schemas.openxmlformats.org/officeDocument/2006/bibliography"/>
  </ds:schemaRefs>
</ds:datastoreItem>
</file>

<file path=customXml/itemProps3.xml><?xml version="1.0" encoding="utf-8"?>
<ds:datastoreItem xmlns:ds="http://schemas.openxmlformats.org/officeDocument/2006/customXml" ds:itemID="{6E539947-7AF5-4F46-BB4F-A0FD84F624F0}">
  <ds:schemaRefs>
    <ds:schemaRef ds:uri="http://schemas.microsoft.com/sharepoint/events"/>
  </ds:schemaRefs>
</ds:datastoreItem>
</file>

<file path=customXml/itemProps4.xml><?xml version="1.0" encoding="utf-8"?>
<ds:datastoreItem xmlns:ds="http://schemas.openxmlformats.org/officeDocument/2006/customXml" ds:itemID="{FEDF6401-3656-46E7-9A1E-21785F1FCDB5}">
  <ds:schemaRefs>
    <ds:schemaRef ds:uri="http://schemas.microsoft.com/office/2006/metadata/properties"/>
    <ds:schemaRef ds:uri="http://schemas.microsoft.com/office/infopath/2007/PartnerControls"/>
    <ds:schemaRef ds:uri="274df27e-4aba-4b06-8c8a-a0211f2f3712"/>
    <ds:schemaRef ds:uri="734ff38e-bfc9-4a31-9d6c-a7833dcba625"/>
    <ds:schemaRef ds:uri="http://schemas.microsoft.com/sharepoint/v4"/>
  </ds:schemaRefs>
</ds:datastoreItem>
</file>

<file path=customXml/itemProps5.xml><?xml version="1.0" encoding="utf-8"?>
<ds:datastoreItem xmlns:ds="http://schemas.openxmlformats.org/officeDocument/2006/customXml" ds:itemID="{031C7D2C-EFDF-4EB4-AE3C-AD230B62C1A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Word_short_document_template-WITH_NUMBERING-August2016.dotx</ap:Template>
  <ap:Application>Microsoft Word for the web</ap:Application>
  <ap:DocSecurity>0</ap:DocSecurity>
  <ap:ScaleCrop>false</ap:ScaleCrop>
  <ap:Company>Endava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Document Title </dc:title>
  <dc:subject>Subject or Document Subtitle</dc:subject>
  <dc:creator>Microsoft Office User</dc:creator>
  <keywords/>
  <lastModifiedBy>Anne Hagemann</lastModifiedBy>
  <revision>29</revision>
  <lastPrinted>2016-07-15T08:11:00.0000000Z</lastPrinted>
  <dcterms:created xsi:type="dcterms:W3CDTF">2020-02-18T12:05:00.0000000Z</dcterms:created>
  <dcterms:modified xsi:type="dcterms:W3CDTF">2023-09-20T11:42:49.3462265Z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0x01010011007B2DD2729947ACC261F0092D1D0C</vt:lpwstr>
  </property>
  <property fmtid="{D5CDD505-2E9C-101B-9397-08002B2CF9AE}" pid="3" name="_dlc_DocIdItemGuid">
    <vt:lpwstr>dedbd5cb-fc2c-4f89-89a0-7d77df9718e5</vt:lpwstr>
  </property>
  <property fmtid="{D5CDD505-2E9C-101B-9397-08002B2CF9AE}" pid="4" name="Order">
    <vt:r8>56600</vt:r8>
  </property>
  <property fmtid="{D5CDD505-2E9C-101B-9397-08002B2CF9AE}" pid="5" name="MediaServiceImageTags">
    <vt:lpwstr/>
  </property>
</Properties>
</file>